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AC0BBD">
        <w:rPr>
          <w:rFonts w:ascii="Corbel" w:hAnsi="Corbel"/>
          <w:b/>
          <w:smallCaps/>
          <w:sz w:val="24"/>
          <w:szCs w:val="24"/>
        </w:rPr>
        <w:t>20</w:t>
      </w:r>
      <w:r w:rsidR="00EA38A7">
        <w:rPr>
          <w:rFonts w:ascii="Corbel" w:hAnsi="Corbel"/>
          <w:b/>
          <w:smallCaps/>
          <w:sz w:val="24"/>
          <w:szCs w:val="24"/>
        </w:rPr>
        <w:t>20</w:t>
      </w:r>
      <w:r w:rsidR="00AC0BBD">
        <w:rPr>
          <w:rFonts w:ascii="Corbel" w:hAnsi="Corbel"/>
          <w:b/>
          <w:smallCaps/>
          <w:sz w:val="24"/>
          <w:szCs w:val="24"/>
        </w:rPr>
        <w:t>/202</w:t>
      </w:r>
      <w:r w:rsidR="00EA38A7">
        <w:rPr>
          <w:rFonts w:ascii="Corbel" w:hAnsi="Corbel"/>
          <w:b/>
          <w:smallCaps/>
          <w:sz w:val="24"/>
          <w:szCs w:val="24"/>
        </w:rPr>
        <w:t>5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48645B">
        <w:rPr>
          <w:rFonts w:ascii="Corbel" w:hAnsi="Corbel"/>
          <w:sz w:val="20"/>
          <w:szCs w:val="20"/>
        </w:rPr>
        <w:t xml:space="preserve">Rok akademicki  </w:t>
      </w:r>
      <w:r w:rsidR="00AC0BBD">
        <w:rPr>
          <w:rFonts w:ascii="Corbel" w:hAnsi="Corbel"/>
          <w:sz w:val="20"/>
          <w:szCs w:val="20"/>
        </w:rPr>
        <w:t>202</w:t>
      </w:r>
      <w:r w:rsidR="00EA38A7">
        <w:rPr>
          <w:rFonts w:ascii="Corbel" w:hAnsi="Corbel"/>
          <w:sz w:val="20"/>
          <w:szCs w:val="20"/>
        </w:rPr>
        <w:t>4</w:t>
      </w:r>
      <w:r w:rsidR="00AC0BBD">
        <w:rPr>
          <w:rFonts w:ascii="Corbel" w:hAnsi="Corbel"/>
          <w:sz w:val="20"/>
          <w:szCs w:val="20"/>
        </w:rPr>
        <w:t>/202</w:t>
      </w:r>
      <w:r w:rsidR="00EA38A7">
        <w:rPr>
          <w:rFonts w:ascii="Corbel" w:hAnsi="Corbel"/>
          <w:sz w:val="20"/>
          <w:szCs w:val="20"/>
        </w:rPr>
        <w:t>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AC0BBD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AC0B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z dzieckiem ze specjalnymi potrzebami edukacyjnymi w prze</w:t>
            </w: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>
              <w:rPr>
                <w:rFonts w:ascii="Corbel" w:hAnsi="Corbel"/>
                <w:b w:val="0"/>
                <w:sz w:val="24"/>
                <w:szCs w:val="24"/>
              </w:rPr>
              <w:t>szkolu i w szkole</w:t>
            </w:r>
          </w:p>
        </w:tc>
      </w:tr>
      <w:tr w:rsidR="0085747A" w:rsidRPr="009C54AE" w:rsidTr="00AC0BBD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AC0B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06EF1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06EF1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DE2D5D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AC0BBD">
              <w:rPr>
                <w:rFonts w:ascii="Corbel" w:hAnsi="Corbel"/>
                <w:b w:val="0"/>
                <w:sz w:val="24"/>
                <w:szCs w:val="24"/>
              </w:rPr>
              <w:t xml:space="preserve">czesnoszkolna </w:t>
            </w:r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48645B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AC0BBD">
              <w:rPr>
                <w:rFonts w:ascii="Corbel" w:hAnsi="Corbel"/>
                <w:b w:val="0"/>
                <w:sz w:val="24"/>
                <w:szCs w:val="24"/>
              </w:rPr>
              <w:t>ednolite studia magisterskie</w:t>
            </w:r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0C1BB0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AC0BB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090A21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AC0BBD">
              <w:rPr>
                <w:rFonts w:ascii="Corbel" w:hAnsi="Corbel"/>
                <w:b w:val="0"/>
                <w:sz w:val="24"/>
                <w:szCs w:val="24"/>
              </w:rPr>
              <w:t>ok V, sem</w:t>
            </w:r>
            <w:r w:rsidR="0048645B">
              <w:rPr>
                <w:rFonts w:ascii="Corbel" w:hAnsi="Corbel"/>
                <w:b w:val="0"/>
                <w:sz w:val="24"/>
                <w:szCs w:val="24"/>
              </w:rPr>
              <w:t>estr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9</w:t>
            </w:r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0C1BB0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F. D</w:t>
            </w:r>
            <w:r w:rsidR="0048645B">
              <w:rPr>
                <w:rFonts w:ascii="Corbel" w:hAnsi="Corbel"/>
                <w:b w:val="0"/>
                <w:sz w:val="24"/>
                <w:szCs w:val="24"/>
              </w:rPr>
              <w:t>ziecko lub uczeń ze specjalnymi potrzebami rozwojowymi i ed</w:t>
            </w:r>
            <w:r w:rsidR="0048645B"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="0048645B">
              <w:rPr>
                <w:rFonts w:ascii="Corbel" w:hAnsi="Corbel"/>
                <w:b w:val="0"/>
                <w:sz w:val="24"/>
                <w:szCs w:val="24"/>
              </w:rPr>
              <w:t>kacyjnymi w przedszkolu i klasach I-III szkoły podstawowej</w:t>
            </w:r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48645B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AC0BBD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Agnieszka  Łaba-Hornecka</w:t>
            </w:r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923D7D" w:rsidRPr="009C54AE" w:rsidRDefault="0085747A" w:rsidP="00AE754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AC0BB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AC0BB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090A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8220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8645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AC0BBD" w:rsidRDefault="0048645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szCs w:val="24"/>
          <w:u w:val="single"/>
        </w:rPr>
        <w:t>☒</w:t>
      </w:r>
      <w:r w:rsidR="0085747A" w:rsidRPr="00AC0BBD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AC0BB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 ustny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7A3998" w:rsidP="007A399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53B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studiowanego przedmiotu:</w:t>
            </w:r>
            <w:r w:rsidRPr="00453B0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 pedagogiki i psychologii, pedagogiki specjalnej.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C72296" w:rsidRPr="00387ED9" w:rsidTr="00C7229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6" w:rsidRPr="00387ED9" w:rsidRDefault="00C72296" w:rsidP="003369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7ED9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6" w:rsidRPr="00C72296" w:rsidRDefault="00C72296" w:rsidP="00090A2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Dostarczenie wiedzy na temat organizacji i udzielania pomocy</w:t>
            </w:r>
            <w:r w:rsidR="00090A2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psychologiczno-pedagogicznej uczniom ze specjalnymi potrzebami</w:t>
            </w:r>
            <w:r w:rsidR="00090A2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edukacyjnymi.</w:t>
            </w:r>
          </w:p>
        </w:tc>
      </w:tr>
      <w:tr w:rsidR="00C72296" w:rsidRPr="00387ED9" w:rsidTr="00C7229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6" w:rsidRPr="00C72296" w:rsidRDefault="00C72296" w:rsidP="00C7229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72296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6" w:rsidRPr="00C72296" w:rsidRDefault="00C72296" w:rsidP="00090A2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Zapoznanie z istotą kształcenia, wychowania i terapii uczniów ze</w:t>
            </w:r>
            <w:r w:rsidR="00090A2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specjalnymi potrz</w:t>
            </w: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e</w:t>
            </w: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bami edukacyjnymi.</w:t>
            </w:r>
          </w:p>
        </w:tc>
      </w:tr>
      <w:tr w:rsidR="00C72296" w:rsidRPr="00387ED9" w:rsidTr="00C7229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6" w:rsidRPr="00387ED9" w:rsidRDefault="00C72296" w:rsidP="003369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7ED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6" w:rsidRPr="00C72296" w:rsidRDefault="00C72296" w:rsidP="00090A2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Nabycie podstawowych umiejętności planowania i realizowania pracy</w:t>
            </w:r>
            <w:r w:rsidR="00090A2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edukacyjno-terapeutycznej z uczniem ze specjalnymi potrzebami</w:t>
            </w:r>
            <w:r w:rsidR="00090A2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 xml:space="preserve">edukacyjnymi. </w:t>
            </w:r>
          </w:p>
        </w:tc>
      </w:tr>
      <w:tr w:rsidR="00C72296" w:rsidRPr="00387ED9" w:rsidTr="00C7229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6" w:rsidRPr="00387ED9" w:rsidRDefault="00C72296" w:rsidP="003369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7ED9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6" w:rsidRPr="00C72296" w:rsidRDefault="00C72296" w:rsidP="00090A2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Kształtowanie umiejętności dostosowywania wymagań edukacyjnych w pracy</w:t>
            </w:r>
            <w:r w:rsidR="00090A2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z uczniem ze specjalnymi potrzebami edukacyjnymi.</w:t>
            </w:r>
          </w:p>
        </w:tc>
      </w:tr>
      <w:tr w:rsidR="00C72296" w:rsidRPr="00387ED9" w:rsidTr="00C7229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6" w:rsidRPr="00387ED9" w:rsidRDefault="00C72296" w:rsidP="003369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7ED9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6" w:rsidRPr="00C72296" w:rsidRDefault="00C72296" w:rsidP="00090A2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Uświadomienie konieczności profesjonalnego wdrażania oddziaływań</w:t>
            </w:r>
            <w:r w:rsidR="00090A2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dydaktyczno-wychowawczych i terapeutycznych we wczesnym etapie.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C72296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0C1BB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C1BB0">
              <w:rPr>
                <w:rFonts w:ascii="Corbel" w:hAnsi="Corbel"/>
                <w:b w:val="0"/>
                <w:smallCaps w:val="0"/>
                <w:szCs w:val="24"/>
              </w:rPr>
              <w:t>Odniesienie do efektów  ki</w:t>
            </w:r>
            <w:r w:rsidRPr="000C1BB0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0C1BB0">
              <w:rPr>
                <w:rFonts w:ascii="Corbel" w:hAnsi="Corbel"/>
                <w:b w:val="0"/>
                <w:smallCaps w:val="0"/>
                <w:szCs w:val="24"/>
              </w:rPr>
              <w:t xml:space="preserve">runkowych </w:t>
            </w:r>
            <w:r w:rsidR="0030395F" w:rsidRPr="000C1BB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3C028A" w:rsidTr="00090A21">
        <w:tc>
          <w:tcPr>
            <w:tcW w:w="1681" w:type="dxa"/>
          </w:tcPr>
          <w:p w:rsidR="0085747A" w:rsidRPr="00090A21" w:rsidRDefault="0085747A" w:rsidP="00090A21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90A21">
              <w:rPr>
                <w:rFonts w:ascii="Corbel" w:hAnsi="Corbel"/>
                <w:sz w:val="24"/>
                <w:szCs w:val="24"/>
              </w:rPr>
              <w:t>EK</w:t>
            </w:r>
            <w:r w:rsidRPr="00090A21">
              <w:rPr>
                <w:rFonts w:ascii="Corbel" w:hAnsi="Corbel"/>
                <w:sz w:val="24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85747A" w:rsidRPr="00090A21" w:rsidRDefault="009B3F5B" w:rsidP="00090A21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090A21">
              <w:rPr>
                <w:rFonts w:ascii="Corbel" w:hAnsi="Corbel"/>
                <w:sz w:val="24"/>
                <w:szCs w:val="24"/>
              </w:rPr>
              <w:t xml:space="preserve">Wymieni 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>prawa dziecka i osoby z niepełnosprawnością, sposoby ich egzekwowania oraz propagowania w środ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>o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>wisku zarówno przedszkolnym oraz szkolnym, jak i poza</w:t>
            </w:r>
            <w:r w:rsidR="00BA6BB6" w:rsidRPr="00090A21">
              <w:rPr>
                <w:rFonts w:ascii="Corbel" w:hAnsi="Corbel"/>
                <w:sz w:val="24"/>
                <w:szCs w:val="24"/>
              </w:rPr>
              <w:t xml:space="preserve"> 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>przedszkolnym oraz</w:t>
            </w:r>
            <w:r w:rsidR="003C028A" w:rsidRPr="00090A21">
              <w:rPr>
                <w:rFonts w:ascii="Corbel" w:hAnsi="Corbel"/>
                <w:spacing w:val="5"/>
                <w:sz w:val="24"/>
                <w:szCs w:val="24"/>
              </w:rPr>
              <w:t xml:space="preserve"> 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>pozaszkolnym.</w:t>
            </w:r>
          </w:p>
        </w:tc>
        <w:tc>
          <w:tcPr>
            <w:tcW w:w="1865" w:type="dxa"/>
            <w:vAlign w:val="center"/>
          </w:tcPr>
          <w:p w:rsidR="0085747A" w:rsidRPr="00090A21" w:rsidRDefault="00C72296" w:rsidP="00090A21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90A21">
              <w:rPr>
                <w:rFonts w:ascii="Corbel" w:hAnsi="Corbel"/>
                <w:smallCaps/>
                <w:sz w:val="24"/>
                <w:szCs w:val="24"/>
              </w:rPr>
              <w:t>PPiW.W08</w:t>
            </w:r>
          </w:p>
        </w:tc>
      </w:tr>
      <w:tr w:rsidR="0085747A" w:rsidRPr="003C028A" w:rsidTr="00090A21">
        <w:tc>
          <w:tcPr>
            <w:tcW w:w="1681" w:type="dxa"/>
          </w:tcPr>
          <w:p w:rsidR="0085747A" w:rsidRPr="00090A21" w:rsidRDefault="0085747A" w:rsidP="00090A21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90A21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4" w:type="dxa"/>
          </w:tcPr>
          <w:p w:rsidR="0085747A" w:rsidRPr="00090A21" w:rsidRDefault="009B3F5B" w:rsidP="00090A21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090A21">
              <w:rPr>
                <w:rFonts w:ascii="Corbel" w:hAnsi="Corbel"/>
                <w:sz w:val="24"/>
                <w:szCs w:val="24"/>
              </w:rPr>
              <w:t xml:space="preserve">Wymieni 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>zróżnicowane potrzeby rozwojowe i edukacyjne dzieci lub uczniów w okresie przedszkolnym i młodszym wieku szkolnym, wynikające z opóźnień, zaburzeń lub przyspieszenia rozwoju, oraz  uwarunkowane wpływem czynników środowiskowych  i sposoby dostosowywania do nich zadań rozwojowych i</w:t>
            </w:r>
            <w:r w:rsidR="003C028A" w:rsidRPr="00090A21">
              <w:rPr>
                <w:rFonts w:ascii="Corbel" w:hAnsi="Corbel"/>
                <w:spacing w:val="16"/>
                <w:sz w:val="24"/>
                <w:szCs w:val="24"/>
              </w:rPr>
              <w:t xml:space="preserve"> 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>edukacyjnych.</w:t>
            </w:r>
          </w:p>
        </w:tc>
        <w:tc>
          <w:tcPr>
            <w:tcW w:w="1865" w:type="dxa"/>
            <w:vAlign w:val="center"/>
          </w:tcPr>
          <w:p w:rsidR="0085747A" w:rsidRPr="00090A21" w:rsidRDefault="00C72296" w:rsidP="00090A21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90A21">
              <w:rPr>
                <w:rFonts w:ascii="Corbel" w:hAnsi="Corbel"/>
                <w:smallCaps/>
                <w:sz w:val="24"/>
                <w:szCs w:val="24"/>
              </w:rPr>
              <w:t>PPiW.W13</w:t>
            </w:r>
          </w:p>
        </w:tc>
      </w:tr>
      <w:tr w:rsidR="0085747A" w:rsidRPr="003C028A" w:rsidTr="00090A21">
        <w:tc>
          <w:tcPr>
            <w:tcW w:w="1681" w:type="dxa"/>
          </w:tcPr>
          <w:p w:rsidR="0085747A" w:rsidRPr="00090A21" w:rsidRDefault="00C72296" w:rsidP="00090A21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90A21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</w:tc>
        <w:tc>
          <w:tcPr>
            <w:tcW w:w="5974" w:type="dxa"/>
          </w:tcPr>
          <w:p w:rsidR="0085747A" w:rsidRPr="00090A21" w:rsidRDefault="009B3F5B" w:rsidP="00090A21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090A21">
              <w:rPr>
                <w:rFonts w:ascii="Corbel" w:hAnsi="Corbel"/>
                <w:sz w:val="24"/>
                <w:szCs w:val="24"/>
              </w:rPr>
              <w:t xml:space="preserve">Opisze 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>funkcjonowanie i dysfunkcje aparatu mowy, słuchu i wzroku oraz prawidłowe  nawyki posługiwania się</w:t>
            </w:r>
            <w:r w:rsidR="003C028A" w:rsidRPr="00090A21">
              <w:rPr>
                <w:rFonts w:ascii="Corbel" w:hAnsi="Corbel"/>
                <w:spacing w:val="2"/>
                <w:sz w:val="24"/>
                <w:szCs w:val="24"/>
              </w:rPr>
              <w:t xml:space="preserve"> 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>nimi</w:t>
            </w:r>
            <w:r w:rsidR="007321E8" w:rsidRPr="00090A21">
              <w:rPr>
                <w:rFonts w:ascii="Corbel" w:hAnsi="Corbel"/>
                <w:sz w:val="24"/>
                <w:szCs w:val="24"/>
              </w:rPr>
              <w:t>, wymieni i ro</w:t>
            </w:r>
            <w:r w:rsidR="00887C25" w:rsidRPr="00090A21">
              <w:rPr>
                <w:rFonts w:ascii="Corbel" w:hAnsi="Corbel"/>
                <w:sz w:val="24"/>
                <w:szCs w:val="24"/>
              </w:rPr>
              <w:t>zróżni teorie, koncepcje i modele</w:t>
            </w:r>
            <w:r w:rsidR="007321E8" w:rsidRPr="00090A21">
              <w:rPr>
                <w:rFonts w:ascii="Corbel" w:hAnsi="Corbel"/>
                <w:sz w:val="24"/>
                <w:szCs w:val="24"/>
              </w:rPr>
              <w:t xml:space="preserve"> specjalnych potrzeb rozwojowych i edukacyjnych – w tym ADHD, r</w:t>
            </w:r>
            <w:r w:rsidR="007321E8" w:rsidRPr="00090A21">
              <w:rPr>
                <w:rFonts w:ascii="Corbel" w:hAnsi="Corbel"/>
                <w:sz w:val="24"/>
                <w:szCs w:val="24"/>
              </w:rPr>
              <w:t>y</w:t>
            </w:r>
            <w:r w:rsidR="007321E8" w:rsidRPr="00090A21">
              <w:rPr>
                <w:rFonts w:ascii="Corbel" w:hAnsi="Corbel"/>
                <w:sz w:val="24"/>
                <w:szCs w:val="24"/>
              </w:rPr>
              <w:t>zyka dysleksji, trudności związanych z nabywaniem umi</w:t>
            </w:r>
            <w:r w:rsidR="007321E8" w:rsidRPr="00090A21">
              <w:rPr>
                <w:rFonts w:ascii="Corbel" w:hAnsi="Corbel"/>
                <w:sz w:val="24"/>
                <w:szCs w:val="24"/>
              </w:rPr>
              <w:t>e</w:t>
            </w:r>
            <w:r w:rsidR="007321E8" w:rsidRPr="00090A21">
              <w:rPr>
                <w:rFonts w:ascii="Corbel" w:hAnsi="Corbel"/>
                <w:sz w:val="24"/>
                <w:szCs w:val="24"/>
              </w:rPr>
              <w:t xml:space="preserve">jętności arytmetycznych, </w:t>
            </w:r>
            <w:r w:rsidR="00E63902" w:rsidRPr="00090A21">
              <w:rPr>
                <w:rFonts w:ascii="Corbel" w:hAnsi="Corbel"/>
                <w:sz w:val="24"/>
                <w:szCs w:val="24"/>
              </w:rPr>
              <w:t>autystycznego</w:t>
            </w:r>
            <w:r w:rsidR="007321E8" w:rsidRPr="00090A21">
              <w:rPr>
                <w:rFonts w:ascii="Corbel" w:hAnsi="Corbel"/>
                <w:sz w:val="24"/>
                <w:szCs w:val="24"/>
              </w:rPr>
              <w:t xml:space="preserve"> spektrum zab</w:t>
            </w:r>
            <w:r w:rsidR="007321E8" w:rsidRPr="00090A21">
              <w:rPr>
                <w:rFonts w:ascii="Corbel" w:hAnsi="Corbel"/>
                <w:sz w:val="24"/>
                <w:szCs w:val="24"/>
              </w:rPr>
              <w:t>u</w:t>
            </w:r>
            <w:r w:rsidR="007321E8" w:rsidRPr="00090A21">
              <w:rPr>
                <w:rFonts w:ascii="Corbel" w:hAnsi="Corbel"/>
                <w:sz w:val="24"/>
                <w:szCs w:val="24"/>
              </w:rPr>
              <w:t xml:space="preserve">rzeń, </w:t>
            </w:r>
            <w:r w:rsidR="00E63902" w:rsidRPr="00090A21">
              <w:rPr>
                <w:rFonts w:ascii="Corbel" w:hAnsi="Corbel"/>
                <w:sz w:val="24"/>
                <w:szCs w:val="24"/>
              </w:rPr>
              <w:t>niepełnosprawności</w:t>
            </w:r>
            <w:r w:rsidR="007321E8" w:rsidRPr="00090A21">
              <w:rPr>
                <w:rFonts w:ascii="Corbel" w:hAnsi="Corbel"/>
                <w:sz w:val="24"/>
                <w:szCs w:val="24"/>
              </w:rPr>
              <w:t xml:space="preserve"> intelektualnej, </w:t>
            </w:r>
            <w:r w:rsidR="00E63902" w:rsidRPr="00090A21">
              <w:rPr>
                <w:rFonts w:ascii="Corbel" w:hAnsi="Corbel"/>
                <w:sz w:val="24"/>
                <w:szCs w:val="24"/>
              </w:rPr>
              <w:t>mózgowego</w:t>
            </w:r>
            <w:r w:rsidR="007321E8" w:rsidRPr="00090A21">
              <w:rPr>
                <w:rFonts w:ascii="Corbel" w:hAnsi="Corbel"/>
                <w:sz w:val="24"/>
                <w:szCs w:val="24"/>
              </w:rPr>
              <w:t xml:space="preserve"> p</w:t>
            </w:r>
            <w:r w:rsidR="007321E8" w:rsidRPr="00090A21">
              <w:rPr>
                <w:rFonts w:ascii="Corbel" w:hAnsi="Corbel"/>
                <w:sz w:val="24"/>
                <w:szCs w:val="24"/>
              </w:rPr>
              <w:t>o</w:t>
            </w:r>
            <w:r w:rsidR="007321E8" w:rsidRPr="00090A21">
              <w:rPr>
                <w:rFonts w:ascii="Corbel" w:hAnsi="Corbel"/>
                <w:sz w:val="24"/>
                <w:szCs w:val="24"/>
              </w:rPr>
              <w:t>rażenia dziecięcego i innych zaburzeń r</w:t>
            </w:r>
            <w:r w:rsidR="00E63902" w:rsidRPr="00090A21">
              <w:rPr>
                <w:rFonts w:ascii="Corbel" w:hAnsi="Corbel"/>
                <w:sz w:val="24"/>
                <w:szCs w:val="24"/>
              </w:rPr>
              <w:t>uchowych, zab</w:t>
            </w:r>
            <w:r w:rsidR="00E63902" w:rsidRPr="00090A21">
              <w:rPr>
                <w:rFonts w:ascii="Corbel" w:hAnsi="Corbel"/>
                <w:sz w:val="24"/>
                <w:szCs w:val="24"/>
              </w:rPr>
              <w:t>u</w:t>
            </w:r>
            <w:r w:rsidR="00E63902" w:rsidRPr="00090A21">
              <w:rPr>
                <w:rFonts w:ascii="Corbel" w:hAnsi="Corbel"/>
                <w:sz w:val="24"/>
                <w:szCs w:val="24"/>
              </w:rPr>
              <w:t xml:space="preserve">rzeń o podłożu genetycznym, chorób przewlekłych </w:t>
            </w:r>
            <w:r w:rsidR="00B10BC5" w:rsidRPr="00090A21">
              <w:rPr>
                <w:rFonts w:ascii="Corbel" w:hAnsi="Corbel"/>
                <w:sz w:val="24"/>
                <w:szCs w:val="24"/>
              </w:rPr>
              <w:br/>
            </w:r>
            <w:r w:rsidR="00E63902" w:rsidRPr="00090A21">
              <w:rPr>
                <w:rFonts w:ascii="Corbel" w:hAnsi="Corbel"/>
                <w:sz w:val="24"/>
                <w:szCs w:val="24"/>
              </w:rPr>
              <w:t>i odmienności somatycznych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:rsidR="0085747A" w:rsidRPr="00090A21" w:rsidRDefault="00C72296" w:rsidP="00090A21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90A21">
              <w:rPr>
                <w:rFonts w:ascii="Corbel" w:hAnsi="Corbel"/>
                <w:smallCaps/>
                <w:sz w:val="24"/>
                <w:szCs w:val="24"/>
              </w:rPr>
              <w:t>PPiW.W18</w:t>
            </w:r>
          </w:p>
        </w:tc>
      </w:tr>
      <w:tr w:rsidR="00C72296" w:rsidRPr="003C028A" w:rsidTr="00090A21">
        <w:tc>
          <w:tcPr>
            <w:tcW w:w="1681" w:type="dxa"/>
          </w:tcPr>
          <w:p w:rsidR="00C72296" w:rsidRPr="00090A21" w:rsidRDefault="00C72296" w:rsidP="00090A21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90A21">
              <w:rPr>
                <w:rFonts w:ascii="Corbel" w:hAnsi="Corbel"/>
                <w:smallCaps/>
                <w:sz w:val="24"/>
                <w:szCs w:val="24"/>
              </w:rPr>
              <w:t>EK</w:t>
            </w:r>
            <w:r w:rsidRPr="00090A21">
              <w:rPr>
                <w:rFonts w:ascii="Corbel" w:hAnsi="Corbel"/>
                <w:smallCaps/>
                <w:sz w:val="24"/>
                <w:szCs w:val="24"/>
              </w:rPr>
              <w:softHyphen/>
              <w:t>_04</w:t>
            </w:r>
          </w:p>
        </w:tc>
        <w:tc>
          <w:tcPr>
            <w:tcW w:w="5974" w:type="dxa"/>
          </w:tcPr>
          <w:p w:rsidR="00C72296" w:rsidRPr="00090A21" w:rsidRDefault="009B3F5B" w:rsidP="00090A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90A21">
              <w:rPr>
                <w:rFonts w:ascii="Corbel" w:hAnsi="Corbel"/>
                <w:sz w:val="24"/>
                <w:szCs w:val="24"/>
              </w:rPr>
              <w:t>Rozpozna p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 xml:space="preserve">otrzeby, możliwości i uzdolnienia dzieci lub uczniów </w:t>
            </w:r>
            <w:r w:rsidR="0062312C" w:rsidRPr="00090A21">
              <w:rPr>
                <w:rFonts w:ascii="Corbel" w:hAnsi="Corbel"/>
                <w:sz w:val="24"/>
                <w:szCs w:val="24"/>
              </w:rPr>
              <w:t xml:space="preserve">oraz </w:t>
            </w:r>
            <w:r w:rsidR="007321E8" w:rsidRPr="00090A21">
              <w:rPr>
                <w:rFonts w:ascii="Corbel" w:hAnsi="Corbel"/>
                <w:sz w:val="24"/>
                <w:szCs w:val="24"/>
              </w:rPr>
              <w:t>oceni skuteczność procesu wykrywania, identyfikowania i zaspokajania specjalnych potrzeb ro</w:t>
            </w:r>
            <w:r w:rsidR="007321E8" w:rsidRPr="00090A21">
              <w:rPr>
                <w:rFonts w:ascii="Corbel" w:hAnsi="Corbel"/>
                <w:sz w:val="24"/>
                <w:szCs w:val="24"/>
              </w:rPr>
              <w:t>z</w:t>
            </w:r>
            <w:r w:rsidR="007321E8" w:rsidRPr="00090A21">
              <w:rPr>
                <w:rFonts w:ascii="Corbel" w:hAnsi="Corbel"/>
                <w:sz w:val="24"/>
                <w:szCs w:val="24"/>
              </w:rPr>
              <w:t>wojowych i edukacyjnych dziecka w wieku przedszkolnym i ucznia</w:t>
            </w:r>
            <w:r w:rsidR="00B10BC5" w:rsidRPr="00090A21">
              <w:rPr>
                <w:rFonts w:ascii="Corbel" w:hAnsi="Corbel"/>
                <w:sz w:val="24"/>
                <w:szCs w:val="24"/>
              </w:rPr>
              <w:t xml:space="preserve"> </w:t>
            </w:r>
            <w:r w:rsidR="007321E8" w:rsidRPr="00090A21">
              <w:rPr>
                <w:rFonts w:ascii="Corbel" w:hAnsi="Corbel"/>
                <w:sz w:val="24"/>
                <w:szCs w:val="24"/>
              </w:rPr>
              <w:t xml:space="preserve">w młodszym wieku szkolnym, określi optymalne sposoby organizowania środowiska edukacyjnego oraz wspomagania dziecka lub ucznia i jego rodziców 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 xml:space="preserve">oraz  </w:t>
            </w:r>
            <w:r w:rsidRPr="00090A21">
              <w:rPr>
                <w:rFonts w:ascii="Corbel" w:hAnsi="Corbel"/>
                <w:sz w:val="24"/>
                <w:szCs w:val="24"/>
              </w:rPr>
              <w:t xml:space="preserve">zaprojektuje 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 xml:space="preserve"> i </w:t>
            </w:r>
            <w:r w:rsidRPr="00090A21">
              <w:rPr>
                <w:rFonts w:ascii="Corbel" w:hAnsi="Corbel"/>
                <w:sz w:val="24"/>
                <w:szCs w:val="24"/>
              </w:rPr>
              <w:t xml:space="preserve">przeprowadzi 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 xml:space="preserve">działania pedagogiczne, a 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lastRenderedPageBreak/>
              <w:t xml:space="preserve">także </w:t>
            </w:r>
            <w:r w:rsidRPr="00090A21">
              <w:rPr>
                <w:rFonts w:ascii="Corbel" w:hAnsi="Corbel"/>
                <w:sz w:val="24"/>
                <w:szCs w:val="24"/>
              </w:rPr>
              <w:t xml:space="preserve">zaplanuje, zrealizuje i oceni 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>spersonalizowane pr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>o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>gramy kształcenia i</w:t>
            </w:r>
            <w:r w:rsidR="003C028A" w:rsidRPr="00090A21">
              <w:rPr>
                <w:rFonts w:ascii="Corbel" w:hAnsi="Corbel"/>
                <w:spacing w:val="2"/>
                <w:sz w:val="24"/>
                <w:szCs w:val="24"/>
              </w:rPr>
              <w:t xml:space="preserve"> 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>wychowania.</w:t>
            </w:r>
          </w:p>
        </w:tc>
        <w:tc>
          <w:tcPr>
            <w:tcW w:w="1865" w:type="dxa"/>
            <w:vAlign w:val="center"/>
          </w:tcPr>
          <w:p w:rsidR="00C72296" w:rsidRPr="00090A21" w:rsidRDefault="00C72296" w:rsidP="00090A21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90A21">
              <w:rPr>
                <w:rFonts w:ascii="Corbel" w:hAnsi="Corbel"/>
                <w:smallCaps/>
                <w:sz w:val="24"/>
                <w:szCs w:val="24"/>
              </w:rPr>
              <w:lastRenderedPageBreak/>
              <w:t>PPiW.U02</w:t>
            </w:r>
          </w:p>
        </w:tc>
      </w:tr>
      <w:tr w:rsidR="00C72296" w:rsidRPr="003C028A" w:rsidTr="00090A21">
        <w:tc>
          <w:tcPr>
            <w:tcW w:w="1681" w:type="dxa"/>
          </w:tcPr>
          <w:p w:rsidR="00C72296" w:rsidRPr="00090A21" w:rsidRDefault="00C72296" w:rsidP="00090A21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90A21">
              <w:rPr>
                <w:rFonts w:ascii="Corbel" w:hAnsi="Corbel"/>
                <w:smallCaps/>
                <w:sz w:val="24"/>
                <w:szCs w:val="24"/>
              </w:rPr>
              <w:lastRenderedPageBreak/>
              <w:t>EK_05</w:t>
            </w:r>
          </w:p>
        </w:tc>
        <w:tc>
          <w:tcPr>
            <w:tcW w:w="5974" w:type="dxa"/>
          </w:tcPr>
          <w:p w:rsidR="00C72296" w:rsidRPr="00090A21" w:rsidRDefault="009B3F5B" w:rsidP="00090A21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090A21">
              <w:rPr>
                <w:rFonts w:ascii="Corbel" w:hAnsi="Corbel"/>
                <w:sz w:val="24"/>
                <w:szCs w:val="24"/>
              </w:rPr>
              <w:t xml:space="preserve">Wykorzysta 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>w codziennej praktyce edukacyjnej różnoro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>d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 xml:space="preserve">ne sposoby organizowania </w:t>
            </w:r>
            <w:r w:rsidR="00D83CAA" w:rsidRPr="00090A21">
              <w:rPr>
                <w:rFonts w:ascii="Corbel" w:hAnsi="Corbel"/>
                <w:sz w:val="24"/>
                <w:szCs w:val="24"/>
              </w:rPr>
              <w:t xml:space="preserve">i diagnozowania 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 xml:space="preserve">środowiska uczenia się i nauczania, z uwzględnieniem specyficznych potrzeb </w:t>
            </w:r>
            <w:r w:rsidR="00D83CAA" w:rsidRPr="00090A21">
              <w:rPr>
                <w:rFonts w:ascii="Corbel" w:hAnsi="Corbel"/>
                <w:sz w:val="24"/>
                <w:szCs w:val="24"/>
              </w:rPr>
              <w:t xml:space="preserve"> 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>i możliwości poszczególnych dzieci lub uczniów oraz</w:t>
            </w:r>
            <w:r w:rsidR="003C028A" w:rsidRPr="00090A21">
              <w:rPr>
                <w:rFonts w:ascii="Corbel" w:hAnsi="Corbel"/>
                <w:spacing w:val="18"/>
                <w:sz w:val="24"/>
                <w:szCs w:val="24"/>
              </w:rPr>
              <w:t xml:space="preserve"> 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>grupy.</w:t>
            </w:r>
          </w:p>
        </w:tc>
        <w:tc>
          <w:tcPr>
            <w:tcW w:w="1865" w:type="dxa"/>
            <w:vAlign w:val="center"/>
          </w:tcPr>
          <w:p w:rsidR="00C72296" w:rsidRPr="00090A21" w:rsidRDefault="00C72296" w:rsidP="00090A21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90A21">
              <w:rPr>
                <w:rFonts w:ascii="Corbel" w:hAnsi="Corbel"/>
                <w:smallCaps/>
                <w:sz w:val="24"/>
                <w:szCs w:val="24"/>
              </w:rPr>
              <w:t>PPiW.U03</w:t>
            </w:r>
          </w:p>
        </w:tc>
      </w:tr>
      <w:tr w:rsidR="00C72296" w:rsidRPr="003C028A" w:rsidTr="00090A21">
        <w:tc>
          <w:tcPr>
            <w:tcW w:w="1681" w:type="dxa"/>
          </w:tcPr>
          <w:p w:rsidR="00C72296" w:rsidRPr="00090A21" w:rsidRDefault="00C72296" w:rsidP="00090A21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90A21">
              <w:rPr>
                <w:rFonts w:ascii="Corbel" w:hAnsi="Corbel"/>
                <w:smallCaps/>
                <w:sz w:val="24"/>
                <w:szCs w:val="24"/>
              </w:rPr>
              <w:t>EK_06</w:t>
            </w:r>
          </w:p>
        </w:tc>
        <w:tc>
          <w:tcPr>
            <w:tcW w:w="5974" w:type="dxa"/>
          </w:tcPr>
          <w:p w:rsidR="00C72296" w:rsidRPr="00090A21" w:rsidRDefault="009B3F5B" w:rsidP="00090A21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090A21">
              <w:rPr>
                <w:rFonts w:ascii="Corbel" w:hAnsi="Corbel"/>
                <w:sz w:val="24"/>
                <w:szCs w:val="24"/>
              </w:rPr>
              <w:t xml:space="preserve">Wykorzysta skutecznie 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>w pracy z dzieckiem lub uczniem informacje uzyskane na jego temat od specjalistów, w </w:t>
            </w:r>
            <w:r w:rsidR="003C028A" w:rsidRPr="00090A21">
              <w:rPr>
                <w:rFonts w:ascii="Corbel" w:hAnsi="Corbel"/>
                <w:spacing w:val="-2"/>
                <w:sz w:val="24"/>
                <w:szCs w:val="24"/>
              </w:rPr>
              <w:t xml:space="preserve">tym 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>psychologa, logopedy, pedagoga, lekarza, i rodziców lub opiekunów dziecka lub</w:t>
            </w:r>
            <w:r w:rsidR="003C028A" w:rsidRPr="00090A21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>ucznia</w:t>
            </w:r>
            <w:r w:rsidR="007321E8" w:rsidRPr="00090A21">
              <w:rPr>
                <w:rFonts w:ascii="Corbel" w:hAnsi="Corbel"/>
                <w:sz w:val="24"/>
                <w:szCs w:val="24"/>
              </w:rPr>
              <w:t xml:space="preserve"> 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:rsidR="00C72296" w:rsidRPr="00090A21" w:rsidRDefault="00C72296" w:rsidP="00090A21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90A21">
              <w:rPr>
                <w:rFonts w:ascii="Corbel" w:hAnsi="Corbel"/>
                <w:smallCaps/>
                <w:sz w:val="24"/>
                <w:szCs w:val="24"/>
              </w:rPr>
              <w:t>PPiW.U14</w:t>
            </w:r>
          </w:p>
        </w:tc>
      </w:tr>
      <w:tr w:rsidR="00C72296" w:rsidRPr="003C028A" w:rsidTr="00090A21">
        <w:tc>
          <w:tcPr>
            <w:tcW w:w="1681" w:type="dxa"/>
          </w:tcPr>
          <w:p w:rsidR="00C72296" w:rsidRPr="00090A21" w:rsidRDefault="00C72296" w:rsidP="00090A21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90A21">
              <w:rPr>
                <w:rFonts w:ascii="Corbel" w:hAnsi="Corbel"/>
                <w:smallCaps/>
                <w:sz w:val="24"/>
                <w:szCs w:val="24"/>
              </w:rPr>
              <w:t>EK_07</w:t>
            </w:r>
          </w:p>
        </w:tc>
        <w:tc>
          <w:tcPr>
            <w:tcW w:w="5974" w:type="dxa"/>
          </w:tcPr>
          <w:p w:rsidR="00C72296" w:rsidRPr="00090A21" w:rsidRDefault="007321E8" w:rsidP="00090A21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090A21">
              <w:rPr>
                <w:rFonts w:ascii="Corbel" w:hAnsi="Corbel"/>
                <w:sz w:val="24"/>
                <w:szCs w:val="24"/>
              </w:rPr>
              <w:t>Podejmie się pracy w zespole, pełnienia w nim różnych ról oraz współpracy z nauczycielami, pedagogami, specjal</w:t>
            </w:r>
            <w:r w:rsidRPr="00090A21">
              <w:rPr>
                <w:rFonts w:ascii="Corbel" w:hAnsi="Corbel"/>
                <w:sz w:val="24"/>
                <w:szCs w:val="24"/>
              </w:rPr>
              <w:t>i</w:t>
            </w:r>
            <w:r w:rsidRPr="00090A21">
              <w:rPr>
                <w:rFonts w:ascii="Corbel" w:hAnsi="Corbel"/>
                <w:sz w:val="24"/>
                <w:szCs w:val="24"/>
              </w:rPr>
              <w:t>stami, rodzicami lub opiekunami dzieci lub uczniów i i</w:t>
            </w:r>
            <w:r w:rsidRPr="00090A21">
              <w:rPr>
                <w:rFonts w:ascii="Corbel" w:hAnsi="Corbel"/>
                <w:sz w:val="24"/>
                <w:szCs w:val="24"/>
              </w:rPr>
              <w:t>n</w:t>
            </w:r>
            <w:r w:rsidRPr="00090A21">
              <w:rPr>
                <w:rFonts w:ascii="Corbel" w:hAnsi="Corbel"/>
                <w:sz w:val="24"/>
                <w:szCs w:val="24"/>
              </w:rPr>
              <w:t xml:space="preserve">nymi członkami społeczności przedszkolnej, szkolnej </w:t>
            </w:r>
            <w:r w:rsidR="00B10BC5" w:rsidRPr="00090A21">
              <w:rPr>
                <w:rFonts w:ascii="Corbel" w:hAnsi="Corbel"/>
                <w:sz w:val="24"/>
                <w:szCs w:val="24"/>
              </w:rPr>
              <w:br/>
            </w:r>
            <w:r w:rsidRPr="00090A21">
              <w:rPr>
                <w:rFonts w:ascii="Corbel" w:hAnsi="Corbel"/>
                <w:sz w:val="24"/>
                <w:szCs w:val="24"/>
              </w:rPr>
              <w:t>i</w:t>
            </w:r>
            <w:r w:rsidRPr="00090A21">
              <w:rPr>
                <w:rFonts w:ascii="Corbel" w:hAnsi="Corbel"/>
                <w:spacing w:val="6"/>
                <w:sz w:val="24"/>
                <w:szCs w:val="24"/>
              </w:rPr>
              <w:t xml:space="preserve"> </w:t>
            </w:r>
            <w:r w:rsidRPr="00090A21">
              <w:rPr>
                <w:rFonts w:ascii="Corbel" w:hAnsi="Corbel"/>
                <w:sz w:val="24"/>
                <w:szCs w:val="24"/>
              </w:rPr>
              <w:t>lokalnej oraz przyjmie współodpowiedzialność za spos</w:t>
            </w:r>
            <w:r w:rsidRPr="00090A21">
              <w:rPr>
                <w:rFonts w:ascii="Corbel" w:hAnsi="Corbel"/>
                <w:sz w:val="24"/>
                <w:szCs w:val="24"/>
              </w:rPr>
              <w:t>o</w:t>
            </w:r>
            <w:r w:rsidRPr="00090A21">
              <w:rPr>
                <w:rFonts w:ascii="Corbel" w:hAnsi="Corbel"/>
                <w:sz w:val="24"/>
                <w:szCs w:val="24"/>
              </w:rPr>
              <w:t>by planowania i realizacji oraz rezultaty procesu wych</w:t>
            </w:r>
            <w:r w:rsidRPr="00090A21">
              <w:rPr>
                <w:rFonts w:ascii="Corbel" w:hAnsi="Corbel"/>
                <w:sz w:val="24"/>
                <w:szCs w:val="24"/>
              </w:rPr>
              <w:t>o</w:t>
            </w:r>
            <w:r w:rsidRPr="00090A21">
              <w:rPr>
                <w:rFonts w:ascii="Corbel" w:hAnsi="Corbel"/>
                <w:sz w:val="24"/>
                <w:szCs w:val="24"/>
              </w:rPr>
              <w:t>wania i kształcenia dzieci lub uczniów ze specjalnymi p</w:t>
            </w:r>
            <w:r w:rsidRPr="00090A21">
              <w:rPr>
                <w:rFonts w:ascii="Corbel" w:hAnsi="Corbel"/>
                <w:sz w:val="24"/>
                <w:szCs w:val="24"/>
              </w:rPr>
              <w:t>o</w:t>
            </w:r>
            <w:r w:rsidRPr="00090A21">
              <w:rPr>
                <w:rFonts w:ascii="Corbel" w:hAnsi="Corbel"/>
                <w:sz w:val="24"/>
                <w:szCs w:val="24"/>
              </w:rPr>
              <w:t>trzebami rozwojowymi lub edukacyjnymi.</w:t>
            </w:r>
          </w:p>
        </w:tc>
        <w:tc>
          <w:tcPr>
            <w:tcW w:w="1865" w:type="dxa"/>
            <w:vAlign w:val="center"/>
          </w:tcPr>
          <w:p w:rsidR="00C72296" w:rsidRPr="00090A21" w:rsidRDefault="007937F9" w:rsidP="00090A21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90A21">
              <w:rPr>
                <w:rFonts w:ascii="Corbel" w:hAnsi="Corbel"/>
                <w:smallCaps/>
                <w:sz w:val="24"/>
                <w:szCs w:val="24"/>
              </w:rPr>
              <w:t>PPiW.K04</w:t>
            </w:r>
          </w:p>
        </w:tc>
      </w:tr>
    </w:tbl>
    <w:p w:rsidR="00AE7540" w:rsidRDefault="00AE7540" w:rsidP="00AE7540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:rsidR="0085747A" w:rsidRPr="00AE7540" w:rsidRDefault="00675843" w:rsidP="00AE7540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AE7540">
        <w:rPr>
          <w:rFonts w:ascii="Corbel" w:hAnsi="Corbel"/>
          <w:b/>
          <w:sz w:val="24"/>
          <w:szCs w:val="24"/>
        </w:rPr>
        <w:t>3.3</w:t>
      </w:r>
      <w:r w:rsidR="001D7B54" w:rsidRPr="00AE7540">
        <w:rPr>
          <w:rFonts w:ascii="Corbel" w:hAnsi="Corbel"/>
          <w:b/>
          <w:sz w:val="24"/>
          <w:szCs w:val="24"/>
        </w:rPr>
        <w:t xml:space="preserve"> </w:t>
      </w:r>
      <w:r w:rsidR="0085747A" w:rsidRPr="00AE7540">
        <w:rPr>
          <w:rFonts w:ascii="Corbel" w:hAnsi="Corbel"/>
          <w:b/>
          <w:sz w:val="24"/>
          <w:szCs w:val="24"/>
        </w:rPr>
        <w:t>T</w:t>
      </w:r>
      <w:r w:rsidR="001D7B54" w:rsidRPr="00AE7540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AE7540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AC0BB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AC0BB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</w:t>
      </w:r>
      <w:r w:rsidR="00AC0BBD">
        <w:rPr>
          <w:rFonts w:ascii="Corbel" w:hAnsi="Corbel"/>
          <w:sz w:val="24"/>
          <w:szCs w:val="24"/>
        </w:rPr>
        <w:t>konwersatoryjnych</w:t>
      </w:r>
    </w:p>
    <w:p w:rsidR="00754C62" w:rsidRPr="009C54AE" w:rsidRDefault="00754C62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AC0BB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C0BBD" w:rsidRPr="00387ED9" w:rsidTr="00AC0B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BD" w:rsidRPr="00AC0BBD" w:rsidRDefault="00AC0BBD" w:rsidP="00090A21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AC0BBD">
              <w:rPr>
                <w:rStyle w:val="fontstyle01"/>
                <w:rFonts w:ascii="Corbel" w:hAnsi="Corbel"/>
                <w:color w:val="auto"/>
              </w:rPr>
              <w:t>Definicje specjalnych potrzeb edukacyjnych.</w:t>
            </w:r>
          </w:p>
        </w:tc>
      </w:tr>
      <w:tr w:rsidR="00AC0BBD" w:rsidRPr="00387ED9" w:rsidTr="00AC0B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BD" w:rsidRPr="00387ED9" w:rsidRDefault="00AC0BBD" w:rsidP="00090A21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AC0BBD">
              <w:rPr>
                <w:rStyle w:val="fontstyle01"/>
                <w:rFonts w:ascii="Corbel" w:hAnsi="Corbel"/>
                <w:color w:val="auto"/>
              </w:rPr>
              <w:t>Klasyfikowanie specjalnych potrzeb edukacyjnych w Polsce i na świecie.</w:t>
            </w:r>
          </w:p>
        </w:tc>
      </w:tr>
      <w:tr w:rsidR="00AC0BBD" w:rsidRPr="00387ED9" w:rsidTr="00AC0B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BD" w:rsidRPr="00387ED9" w:rsidRDefault="00AC0BBD" w:rsidP="00090A21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AC0BBD">
              <w:rPr>
                <w:rStyle w:val="fontstyle01"/>
                <w:rFonts w:ascii="Corbel" w:hAnsi="Corbel"/>
                <w:color w:val="auto"/>
              </w:rPr>
              <w:t>Historyczny rys klasyfikowania w Polsce specjalnych potrzeb edukacyjnych oraz sposobów ich zaspokajania.</w:t>
            </w:r>
          </w:p>
        </w:tc>
      </w:tr>
      <w:tr w:rsidR="00AC0BBD" w:rsidRPr="00387ED9" w:rsidTr="00AC0B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BD" w:rsidRPr="00387ED9" w:rsidRDefault="00AC0BBD" w:rsidP="00090A21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AC0BBD">
              <w:rPr>
                <w:rStyle w:val="fontstyle01"/>
                <w:rFonts w:ascii="Corbel" w:hAnsi="Corbel"/>
                <w:color w:val="auto"/>
              </w:rPr>
              <w:t>Uczeń ze specjalnymi potrzebami edukacyjnymi w systemie edukacji w świetle nowych prz</w:t>
            </w:r>
            <w:r w:rsidRPr="00AC0BBD">
              <w:rPr>
                <w:rStyle w:val="fontstyle01"/>
                <w:rFonts w:ascii="Corbel" w:hAnsi="Corbel"/>
                <w:color w:val="auto"/>
              </w:rPr>
              <w:t>e</w:t>
            </w:r>
            <w:r w:rsidRPr="00AC0BBD">
              <w:rPr>
                <w:rStyle w:val="fontstyle01"/>
                <w:rFonts w:ascii="Corbel" w:hAnsi="Corbel"/>
                <w:color w:val="auto"/>
              </w:rPr>
              <w:t>pisów prawa oświatowego – analiza najważniejszych aktów prawnych.</w:t>
            </w:r>
          </w:p>
        </w:tc>
      </w:tr>
      <w:tr w:rsidR="00AC0BBD" w:rsidRPr="00387ED9" w:rsidTr="00AC0B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BD" w:rsidRPr="00387ED9" w:rsidRDefault="00AC0BBD" w:rsidP="00090A21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AC0BBD">
              <w:rPr>
                <w:rFonts w:ascii="Corbel" w:hAnsi="Corbel"/>
                <w:sz w:val="24"/>
                <w:szCs w:val="24"/>
              </w:rPr>
              <w:t>Organizacja kształcenia dzieci ze specjalnymi potrzebami edukacyjnymi (przedszkola, szkoły</w:t>
            </w:r>
            <w:r w:rsidR="00E3089D">
              <w:rPr>
                <w:rFonts w:ascii="Corbel" w:hAnsi="Corbel"/>
                <w:sz w:val="24"/>
                <w:szCs w:val="24"/>
              </w:rPr>
              <w:br/>
            </w:r>
            <w:r w:rsidRPr="00AC0BBD">
              <w:rPr>
                <w:rFonts w:ascii="Corbel" w:hAnsi="Corbel"/>
                <w:sz w:val="24"/>
                <w:szCs w:val="24"/>
              </w:rPr>
              <w:t xml:space="preserve"> i klasy specjalne, integracyjne, klasy terapeutyczne).</w:t>
            </w:r>
          </w:p>
        </w:tc>
      </w:tr>
      <w:tr w:rsidR="00754C62" w:rsidRPr="00387ED9" w:rsidTr="00AC0B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62" w:rsidRPr="00387ED9" w:rsidRDefault="00754C62" w:rsidP="00090A21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387ED9">
              <w:rPr>
                <w:rStyle w:val="fontstyle01"/>
                <w:rFonts w:ascii="Corbel" w:hAnsi="Corbel"/>
              </w:rPr>
              <w:t>Pomoc psychologiczno-pedagogiczna</w:t>
            </w:r>
            <w:r w:rsidRPr="00387ED9">
              <w:rPr>
                <w:rStyle w:val="fontstyle21"/>
                <w:rFonts w:ascii="Corbel" w:hAnsi="Corbel"/>
                <w:i w:val="0"/>
                <w:sz w:val="24"/>
                <w:szCs w:val="24"/>
              </w:rPr>
              <w:t>: z</w:t>
            </w:r>
            <w:r w:rsidRPr="00387ED9">
              <w:rPr>
                <w:rStyle w:val="fontstyle01"/>
                <w:rFonts w:ascii="Corbel" w:hAnsi="Corbel"/>
              </w:rPr>
              <w:t>ajęcia rozwijające umiejętności uczenia się, zajęcia rozwijające kompetencje emocjonalno-społeczne, zindywidualizowane ścieżki realizacji ob</w:t>
            </w:r>
            <w:r w:rsidRPr="00387ED9">
              <w:rPr>
                <w:rStyle w:val="fontstyle01"/>
                <w:rFonts w:ascii="Corbel" w:hAnsi="Corbel"/>
              </w:rPr>
              <w:t>o</w:t>
            </w:r>
            <w:r w:rsidRPr="00387ED9">
              <w:rPr>
                <w:rStyle w:val="fontstyle01"/>
                <w:rFonts w:ascii="Corbel" w:hAnsi="Corbel"/>
              </w:rPr>
              <w:t>wiązkowego przygotowania przedszkolnego oraz kształcenia.</w:t>
            </w:r>
          </w:p>
        </w:tc>
      </w:tr>
      <w:tr w:rsidR="00754C62" w:rsidRPr="00387ED9" w:rsidTr="00AC0B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62" w:rsidRPr="00387ED9" w:rsidRDefault="00754C62" w:rsidP="00090A21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387ED9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Wybrane formy pomocy psychologiczno-pedagogicznej do indywidualnych potrzeb i możl</w:t>
            </w:r>
            <w:r w:rsidRPr="00387ED9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i</w:t>
            </w:r>
            <w:r w:rsidRPr="00387ED9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wości psychofizycznych ucznia – na podstawie analizy wybranych przypadków.</w:t>
            </w:r>
          </w:p>
        </w:tc>
      </w:tr>
      <w:tr w:rsidR="00754C62" w:rsidRPr="00387ED9" w:rsidTr="00AC0B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62" w:rsidRPr="00387ED9" w:rsidRDefault="00754C62" w:rsidP="00090A21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387ED9">
              <w:rPr>
                <w:rStyle w:val="fontstyle01"/>
                <w:rFonts w:ascii="Corbel" w:hAnsi="Corbel"/>
              </w:rPr>
              <w:t>Współpraca z poradnią psychologiczno-pedagogiczną – przegląd praktycznych rozwiązań.</w:t>
            </w:r>
          </w:p>
        </w:tc>
      </w:tr>
      <w:tr w:rsidR="00754C62" w:rsidRPr="00387ED9" w:rsidTr="00AC0B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62" w:rsidRPr="00387ED9" w:rsidRDefault="00754C62" w:rsidP="00090A21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387ED9">
              <w:rPr>
                <w:rStyle w:val="fontstyle01"/>
                <w:rFonts w:ascii="Corbel" w:hAnsi="Corbel"/>
              </w:rPr>
              <w:t>Rozpoznanie indywidualnych potrzeb rozwojowych i edukacyjnych oraz możliwości   psych</w:t>
            </w:r>
            <w:r w:rsidRPr="00387ED9">
              <w:rPr>
                <w:rStyle w:val="fontstyle01"/>
                <w:rFonts w:ascii="Corbel" w:hAnsi="Corbel"/>
              </w:rPr>
              <w:t>o</w:t>
            </w:r>
            <w:r w:rsidRPr="00387ED9">
              <w:rPr>
                <w:rStyle w:val="fontstyle01"/>
                <w:rFonts w:ascii="Corbel" w:hAnsi="Corbel"/>
              </w:rPr>
              <w:t>fizycznych dziecka.</w:t>
            </w:r>
          </w:p>
        </w:tc>
      </w:tr>
      <w:tr w:rsidR="00754C62" w:rsidRPr="00387ED9" w:rsidTr="00754C6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62" w:rsidRPr="00754C62" w:rsidRDefault="00754C62" w:rsidP="00090A21">
            <w:pPr>
              <w:pStyle w:val="Akapitzlist"/>
              <w:spacing w:after="0" w:line="240" w:lineRule="auto"/>
              <w:ind w:left="34"/>
              <w:rPr>
                <w:rFonts w:ascii="Corbel" w:hAnsi="Corbel"/>
                <w:color w:val="000000"/>
                <w:sz w:val="24"/>
                <w:szCs w:val="24"/>
              </w:rPr>
            </w:pPr>
            <w:r w:rsidRPr="00754C62">
              <w:rPr>
                <w:rFonts w:ascii="Corbel" w:hAnsi="Corbel"/>
                <w:color w:val="000000"/>
                <w:sz w:val="24"/>
                <w:szCs w:val="24"/>
              </w:rPr>
              <w:t>Zapoznanie z różnymi rodzajam</w:t>
            </w:r>
            <w:r w:rsidR="00090A21">
              <w:rPr>
                <w:rFonts w:ascii="Corbel" w:hAnsi="Corbel"/>
                <w:color w:val="000000"/>
                <w:sz w:val="24"/>
                <w:szCs w:val="24"/>
              </w:rPr>
              <w:t xml:space="preserve">i diagnozy w planowaniu działań </w:t>
            </w:r>
            <w:r w:rsidRPr="00754C62">
              <w:rPr>
                <w:rFonts w:ascii="Corbel" w:hAnsi="Corbel"/>
                <w:color w:val="000000"/>
                <w:sz w:val="24"/>
                <w:szCs w:val="24"/>
              </w:rPr>
              <w:t>rehabilitacyjnych, terape</w:t>
            </w:r>
            <w:r w:rsidRPr="00754C62">
              <w:rPr>
                <w:rFonts w:ascii="Corbel" w:hAnsi="Corbel"/>
                <w:color w:val="000000"/>
                <w:sz w:val="24"/>
                <w:szCs w:val="24"/>
              </w:rPr>
              <w:t>u</w:t>
            </w:r>
            <w:r w:rsidRPr="00754C62">
              <w:rPr>
                <w:rFonts w:ascii="Corbel" w:hAnsi="Corbel"/>
                <w:color w:val="000000"/>
                <w:sz w:val="24"/>
                <w:szCs w:val="24"/>
              </w:rPr>
              <w:t>tycznych, dydaktycz</w:t>
            </w:r>
            <w:r w:rsidR="00090A21">
              <w:rPr>
                <w:rFonts w:ascii="Corbel" w:hAnsi="Corbel"/>
                <w:color w:val="000000"/>
                <w:sz w:val="24"/>
                <w:szCs w:val="24"/>
              </w:rPr>
              <w:t xml:space="preserve">no-wychowawczych dla dziecka ze </w:t>
            </w:r>
            <w:r w:rsidRPr="00754C62">
              <w:rPr>
                <w:rFonts w:ascii="Corbel" w:hAnsi="Corbel"/>
                <w:color w:val="000000"/>
                <w:sz w:val="24"/>
                <w:szCs w:val="24"/>
              </w:rPr>
              <w:t>specjalnymi potrzebami edukacyjn</w:t>
            </w:r>
            <w:r w:rsidRPr="00754C62">
              <w:rPr>
                <w:rFonts w:ascii="Corbel" w:hAnsi="Corbel"/>
                <w:color w:val="000000"/>
                <w:sz w:val="24"/>
                <w:szCs w:val="24"/>
              </w:rPr>
              <w:t>y</w:t>
            </w:r>
            <w:r w:rsidRPr="00754C62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 xml:space="preserve">mi. </w:t>
            </w:r>
          </w:p>
        </w:tc>
      </w:tr>
      <w:tr w:rsidR="00754C62" w:rsidRPr="00387ED9" w:rsidTr="00754C6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62" w:rsidRPr="00754C62" w:rsidRDefault="00754C62" w:rsidP="00090A21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754C62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Analiza i interpretacja diagnozy psychologicznej, pedagogicznej, logopedycznej i innej specj</w:t>
            </w:r>
            <w:r w:rsidRPr="00754C62">
              <w:rPr>
                <w:rFonts w:ascii="Corbel" w:hAnsi="Corbel"/>
                <w:color w:val="000000"/>
                <w:sz w:val="24"/>
                <w:szCs w:val="24"/>
              </w:rPr>
              <w:t>a</w:t>
            </w:r>
            <w:r w:rsidRPr="00754C62">
              <w:rPr>
                <w:rFonts w:ascii="Corbel" w:hAnsi="Corbel"/>
                <w:color w:val="000000"/>
                <w:sz w:val="24"/>
                <w:szCs w:val="24"/>
              </w:rPr>
              <w:t>listycznej (zawartej w opi</w:t>
            </w:r>
            <w:r w:rsidR="00090A21">
              <w:rPr>
                <w:rFonts w:ascii="Corbel" w:hAnsi="Corbel"/>
                <w:color w:val="000000"/>
                <w:sz w:val="24"/>
                <w:szCs w:val="24"/>
              </w:rPr>
              <w:t xml:space="preserve">niach i orzeczeniach) pod kątem </w:t>
            </w:r>
            <w:r w:rsidRPr="00754C62">
              <w:rPr>
                <w:rFonts w:ascii="Corbel" w:hAnsi="Corbel"/>
                <w:color w:val="000000"/>
                <w:sz w:val="24"/>
                <w:szCs w:val="24"/>
              </w:rPr>
              <w:t>diagnozy pozytywnej i negatywnej. Analiza wybranych przypadków.</w:t>
            </w:r>
          </w:p>
        </w:tc>
      </w:tr>
      <w:tr w:rsidR="00754C62" w:rsidRPr="00387ED9" w:rsidTr="00754C6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62" w:rsidRPr="00754C62" w:rsidRDefault="00754C62" w:rsidP="00090A21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387ED9">
              <w:rPr>
                <w:rStyle w:val="fontstyle01"/>
                <w:rFonts w:ascii="Corbel" w:hAnsi="Corbel"/>
              </w:rPr>
              <w:t>Modele pracy z dziećmi o specjalnych potrzebach edukacyjnych. Przegląd i analiza wybranych przypadków.</w:t>
            </w:r>
          </w:p>
        </w:tc>
      </w:tr>
      <w:tr w:rsidR="00754C62" w:rsidRPr="00387ED9" w:rsidTr="00754C6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62" w:rsidRPr="00754C62" w:rsidRDefault="00754C62" w:rsidP="00090A21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754C62">
              <w:rPr>
                <w:rFonts w:ascii="Corbel" w:hAnsi="Corbel"/>
                <w:color w:val="000000"/>
                <w:sz w:val="24"/>
                <w:szCs w:val="24"/>
              </w:rPr>
              <w:t>Ćwiczenia praktyczne – planowanie oddziaływań</w:t>
            </w:r>
            <w:r w:rsidR="00090A21">
              <w:rPr>
                <w:rFonts w:ascii="Corbel" w:hAnsi="Corbel"/>
                <w:color w:val="000000"/>
                <w:sz w:val="24"/>
                <w:szCs w:val="24"/>
              </w:rPr>
              <w:t xml:space="preserve"> edukacyjno-terapeutycznych dla </w:t>
            </w:r>
            <w:r w:rsidRPr="00754C62">
              <w:rPr>
                <w:rFonts w:ascii="Corbel" w:hAnsi="Corbel"/>
                <w:color w:val="000000"/>
                <w:sz w:val="24"/>
                <w:szCs w:val="24"/>
              </w:rPr>
              <w:t>dziecka ze specjalnymi potrzebami edukacyjnymi (do poszczególnych omówionych charakterystyk) - symulacja zajęć.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153C41" w:rsidRDefault="00153C41" w:rsidP="00754C62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</w:t>
      </w:r>
      <w:r w:rsidR="00AC0BBD">
        <w:rPr>
          <w:rFonts w:ascii="Corbel" w:hAnsi="Corbel"/>
          <w:b w:val="0"/>
          <w:i/>
          <w:smallCaps w:val="0"/>
          <w:sz w:val="20"/>
          <w:szCs w:val="20"/>
        </w:rPr>
        <w:t xml:space="preserve"> konw</w:t>
      </w:r>
      <w:r w:rsidR="00754C62">
        <w:rPr>
          <w:rFonts w:ascii="Corbel" w:hAnsi="Corbel"/>
          <w:b w:val="0"/>
          <w:i/>
          <w:smallCaps w:val="0"/>
          <w:sz w:val="20"/>
          <w:szCs w:val="20"/>
        </w:rPr>
        <w:t>e</w:t>
      </w:r>
      <w:r w:rsidR="00AC0BBD">
        <w:rPr>
          <w:rFonts w:ascii="Corbel" w:hAnsi="Corbel"/>
          <w:b w:val="0"/>
          <w:i/>
          <w:smallCaps w:val="0"/>
          <w:sz w:val="20"/>
          <w:szCs w:val="20"/>
        </w:rPr>
        <w:t>rsa</w:t>
      </w:r>
      <w:r w:rsidR="00754C62">
        <w:rPr>
          <w:rFonts w:ascii="Corbel" w:hAnsi="Corbel"/>
          <w:b w:val="0"/>
          <w:i/>
          <w:smallCaps w:val="0"/>
          <w:sz w:val="20"/>
          <w:szCs w:val="20"/>
        </w:rPr>
        <w:t xml:space="preserve">toryjne: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>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54C62">
        <w:rPr>
          <w:rFonts w:ascii="Corbel" w:hAnsi="Corbel"/>
          <w:b w:val="0"/>
          <w:i/>
          <w:smallCaps w:val="0"/>
          <w:sz w:val="20"/>
          <w:szCs w:val="20"/>
        </w:rPr>
        <w:t>)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A6BB6" w:rsidTr="00BA6BB6">
        <w:tc>
          <w:tcPr>
            <w:tcW w:w="1962" w:type="dxa"/>
            <w:vAlign w:val="center"/>
          </w:tcPr>
          <w:p w:rsidR="0085747A" w:rsidRPr="000C1BB0" w:rsidRDefault="0071620A" w:rsidP="00090A21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C1BB0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BA6BB6" w:rsidRDefault="00A84C85" w:rsidP="00090A21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BA6BB6">
              <w:rPr>
                <w:rFonts w:ascii="Corbel" w:hAnsi="Corbel"/>
                <w:color w:val="000000"/>
                <w:sz w:val="24"/>
                <w:szCs w:val="24"/>
              </w:rPr>
              <w:t>Metody oceny efektów uczenia sie</w:t>
            </w:r>
          </w:p>
          <w:p w:rsidR="0085747A" w:rsidRPr="00BA6BB6" w:rsidRDefault="009F4610" w:rsidP="00090A21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A6BB6">
              <w:rPr>
                <w:rFonts w:ascii="Corbel" w:hAnsi="Corbel"/>
                <w:color w:val="000000"/>
                <w:sz w:val="24"/>
                <w:szCs w:val="24"/>
              </w:rPr>
              <w:t>(</w:t>
            </w:r>
            <w:r w:rsidR="0085747A" w:rsidRPr="00BA6BB6">
              <w:rPr>
                <w:rFonts w:ascii="Corbel" w:hAnsi="Corbel"/>
                <w:color w:val="000000"/>
                <w:sz w:val="24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0C1BB0" w:rsidRDefault="0085747A" w:rsidP="00090A21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C1BB0">
              <w:rPr>
                <w:rFonts w:ascii="Corbel" w:hAnsi="Corbel"/>
                <w:sz w:val="24"/>
                <w:szCs w:val="24"/>
              </w:rPr>
              <w:t>Forma zajęć d</w:t>
            </w:r>
            <w:r w:rsidRPr="000C1BB0">
              <w:rPr>
                <w:rFonts w:ascii="Corbel" w:hAnsi="Corbel"/>
                <w:sz w:val="24"/>
                <w:szCs w:val="24"/>
              </w:rPr>
              <w:t>y</w:t>
            </w:r>
            <w:r w:rsidRPr="000C1BB0">
              <w:rPr>
                <w:rFonts w:ascii="Corbel" w:hAnsi="Corbel"/>
                <w:sz w:val="24"/>
                <w:szCs w:val="24"/>
              </w:rPr>
              <w:t xml:space="preserve">daktycznych </w:t>
            </w:r>
          </w:p>
          <w:p w:rsidR="0085747A" w:rsidRPr="000C1BB0" w:rsidRDefault="0085747A" w:rsidP="00090A21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C1BB0">
              <w:rPr>
                <w:rFonts w:ascii="Corbel" w:hAnsi="Corbel"/>
                <w:sz w:val="24"/>
                <w:szCs w:val="24"/>
              </w:rPr>
              <w:t>(w, ćw, …)</w:t>
            </w:r>
          </w:p>
        </w:tc>
      </w:tr>
      <w:tr w:rsidR="00BA6BB6" w:rsidRPr="00BA6BB6" w:rsidTr="00090A21">
        <w:tc>
          <w:tcPr>
            <w:tcW w:w="1962" w:type="dxa"/>
          </w:tcPr>
          <w:p w:rsidR="00BA6BB6" w:rsidRPr="000C1BB0" w:rsidRDefault="000C1BB0" w:rsidP="00090A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="00BA6BB6" w:rsidRPr="000C1BB0">
              <w:rPr>
                <w:rFonts w:ascii="Corbel" w:hAnsi="Corbel"/>
                <w:sz w:val="24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:rsidR="00BA6BB6" w:rsidRPr="00BA6BB6" w:rsidRDefault="00054E50" w:rsidP="00090A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="00BA6BB6" w:rsidRPr="00BA6BB6">
              <w:rPr>
                <w:rFonts w:ascii="Corbel" w:hAnsi="Corbel"/>
                <w:sz w:val="24"/>
                <w:szCs w:val="24"/>
              </w:rPr>
              <w:t>egzamin ustny</w:t>
            </w:r>
          </w:p>
        </w:tc>
        <w:tc>
          <w:tcPr>
            <w:tcW w:w="2117" w:type="dxa"/>
            <w:vAlign w:val="center"/>
          </w:tcPr>
          <w:p w:rsidR="00BA6BB6" w:rsidRPr="000C1BB0" w:rsidRDefault="00BA6BB6" w:rsidP="00090A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C1BB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54E50" w:rsidRPr="00BA6BB6" w:rsidTr="00090A21">
        <w:tc>
          <w:tcPr>
            <w:tcW w:w="1962" w:type="dxa"/>
          </w:tcPr>
          <w:p w:rsidR="00054E50" w:rsidRPr="000C1BB0" w:rsidRDefault="00054E50" w:rsidP="00090A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C1BB0">
              <w:rPr>
                <w:rFonts w:ascii="Corbel" w:hAnsi="Corbel"/>
                <w:sz w:val="24"/>
                <w:szCs w:val="24"/>
              </w:rPr>
              <w:t>Ek_ 02</w:t>
            </w:r>
          </w:p>
        </w:tc>
        <w:tc>
          <w:tcPr>
            <w:tcW w:w="5441" w:type="dxa"/>
          </w:tcPr>
          <w:p w:rsidR="00054E50" w:rsidRDefault="00054E50" w:rsidP="00090A21">
            <w:pPr>
              <w:spacing w:after="0" w:line="240" w:lineRule="auto"/>
            </w:pPr>
            <w:r w:rsidRPr="00B237E0">
              <w:rPr>
                <w:rFonts w:ascii="Corbel" w:hAnsi="Corbel"/>
                <w:sz w:val="24"/>
                <w:szCs w:val="24"/>
              </w:rPr>
              <w:t>Kolokwium, egzamin ustny</w:t>
            </w:r>
          </w:p>
        </w:tc>
        <w:tc>
          <w:tcPr>
            <w:tcW w:w="2117" w:type="dxa"/>
            <w:vAlign w:val="center"/>
          </w:tcPr>
          <w:p w:rsidR="00054E50" w:rsidRPr="000C1BB0" w:rsidRDefault="00054E50" w:rsidP="00090A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C1BB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54E50" w:rsidRPr="00BA6BB6" w:rsidTr="00090A21">
        <w:tc>
          <w:tcPr>
            <w:tcW w:w="1962" w:type="dxa"/>
          </w:tcPr>
          <w:p w:rsidR="00054E50" w:rsidRPr="000C1BB0" w:rsidRDefault="00054E50" w:rsidP="00090A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C1BB0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441" w:type="dxa"/>
          </w:tcPr>
          <w:p w:rsidR="00054E50" w:rsidRDefault="00054E50" w:rsidP="00090A21">
            <w:pPr>
              <w:spacing w:after="0" w:line="240" w:lineRule="auto"/>
            </w:pPr>
            <w:r w:rsidRPr="00B237E0">
              <w:rPr>
                <w:rFonts w:ascii="Corbel" w:hAnsi="Corbel"/>
                <w:sz w:val="24"/>
                <w:szCs w:val="24"/>
              </w:rPr>
              <w:t>Kolokwium, egzamin ustny</w:t>
            </w:r>
          </w:p>
        </w:tc>
        <w:tc>
          <w:tcPr>
            <w:tcW w:w="2117" w:type="dxa"/>
            <w:vAlign w:val="center"/>
          </w:tcPr>
          <w:p w:rsidR="00054E50" w:rsidRPr="000C1BB0" w:rsidRDefault="00054E50" w:rsidP="00090A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C1BB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54E50" w:rsidRPr="00BA6BB6" w:rsidTr="00090A21">
        <w:tc>
          <w:tcPr>
            <w:tcW w:w="1962" w:type="dxa"/>
          </w:tcPr>
          <w:p w:rsidR="00054E50" w:rsidRPr="000C1BB0" w:rsidRDefault="00054E50" w:rsidP="00090A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C1BB0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441" w:type="dxa"/>
          </w:tcPr>
          <w:p w:rsidR="00054E50" w:rsidRDefault="00054E50" w:rsidP="00090A21">
            <w:pPr>
              <w:spacing w:after="0" w:line="240" w:lineRule="auto"/>
            </w:pPr>
            <w:r w:rsidRPr="00B237E0">
              <w:rPr>
                <w:rFonts w:ascii="Corbel" w:hAnsi="Corbel"/>
                <w:sz w:val="24"/>
                <w:szCs w:val="24"/>
              </w:rPr>
              <w:t>Kolokwium, egzamin ustny</w:t>
            </w:r>
            <w:r w:rsidR="00887C25">
              <w:rPr>
                <w:rFonts w:ascii="Corbel" w:hAnsi="Corbel"/>
                <w:sz w:val="24"/>
                <w:szCs w:val="24"/>
              </w:rPr>
              <w:t xml:space="preserve">, </w:t>
            </w:r>
            <w:r w:rsidR="00887C25" w:rsidRPr="00BA6BB6">
              <w:rPr>
                <w:rFonts w:ascii="Corbel" w:hAnsi="Corbel"/>
                <w:sz w:val="24"/>
                <w:szCs w:val="24"/>
              </w:rPr>
              <w:t>praca w grupach, o</w:t>
            </w:r>
            <w:r w:rsidR="00887C25" w:rsidRPr="00BA6BB6">
              <w:rPr>
                <w:rFonts w:ascii="Corbel" w:hAnsi="Corbel"/>
                <w:sz w:val="24"/>
                <w:szCs w:val="24"/>
              </w:rPr>
              <w:t>b</w:t>
            </w:r>
            <w:r w:rsidR="00887C25" w:rsidRPr="00BA6BB6">
              <w:rPr>
                <w:rFonts w:ascii="Corbel" w:hAnsi="Corbel"/>
                <w:sz w:val="24"/>
                <w:szCs w:val="24"/>
              </w:rPr>
              <w:t>serwacja w trakcie zajęć, wnioski z dyskusji</w:t>
            </w:r>
          </w:p>
        </w:tc>
        <w:tc>
          <w:tcPr>
            <w:tcW w:w="2117" w:type="dxa"/>
            <w:vAlign w:val="center"/>
          </w:tcPr>
          <w:p w:rsidR="00054E50" w:rsidRPr="000C1BB0" w:rsidRDefault="00054E50" w:rsidP="00090A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C1BB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54E50" w:rsidRPr="00BA6BB6" w:rsidTr="00090A21">
        <w:tc>
          <w:tcPr>
            <w:tcW w:w="1962" w:type="dxa"/>
          </w:tcPr>
          <w:p w:rsidR="00054E50" w:rsidRPr="000C1BB0" w:rsidRDefault="00054E50" w:rsidP="00090A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C1BB0">
              <w:rPr>
                <w:rFonts w:ascii="Corbel" w:hAnsi="Corbel"/>
                <w:sz w:val="24"/>
                <w:szCs w:val="24"/>
              </w:rPr>
              <w:t>Ek_ 05</w:t>
            </w:r>
          </w:p>
        </w:tc>
        <w:tc>
          <w:tcPr>
            <w:tcW w:w="5441" w:type="dxa"/>
          </w:tcPr>
          <w:p w:rsidR="00054E50" w:rsidRDefault="00D83CAA" w:rsidP="00090A21">
            <w:pPr>
              <w:spacing w:after="0" w:line="240" w:lineRule="auto"/>
            </w:pPr>
            <w:r w:rsidRPr="00BA6BB6">
              <w:rPr>
                <w:rFonts w:ascii="Corbel" w:hAnsi="Corbel"/>
                <w:sz w:val="24"/>
                <w:szCs w:val="24"/>
              </w:rPr>
              <w:t>praca w grupach, obserwacja w trakcie zajęć, wnioski z dyskusji</w:t>
            </w:r>
          </w:p>
        </w:tc>
        <w:tc>
          <w:tcPr>
            <w:tcW w:w="2117" w:type="dxa"/>
            <w:vAlign w:val="center"/>
          </w:tcPr>
          <w:p w:rsidR="00054E50" w:rsidRPr="000C1BB0" w:rsidRDefault="00054E50" w:rsidP="00090A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C1BB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A6BB6" w:rsidRPr="00BA6BB6" w:rsidTr="00090A21">
        <w:tc>
          <w:tcPr>
            <w:tcW w:w="1962" w:type="dxa"/>
          </w:tcPr>
          <w:p w:rsidR="00BA6BB6" w:rsidRPr="000C1BB0" w:rsidRDefault="00BA6BB6" w:rsidP="00090A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C1BB0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441" w:type="dxa"/>
          </w:tcPr>
          <w:p w:rsidR="00BA6BB6" w:rsidRPr="00BA6BB6" w:rsidRDefault="00BA6BB6" w:rsidP="00090A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6BB6">
              <w:rPr>
                <w:rFonts w:ascii="Corbel" w:hAnsi="Corbel"/>
                <w:sz w:val="24"/>
                <w:szCs w:val="24"/>
              </w:rPr>
              <w:t>praca w grupach, obserwacja w trakcie zajęć, wnioski z dyskusji</w:t>
            </w:r>
          </w:p>
        </w:tc>
        <w:tc>
          <w:tcPr>
            <w:tcW w:w="2117" w:type="dxa"/>
            <w:vAlign w:val="center"/>
          </w:tcPr>
          <w:p w:rsidR="00BA6BB6" w:rsidRPr="000C1BB0" w:rsidRDefault="00BA6BB6" w:rsidP="00090A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C1BB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A6BB6" w:rsidRPr="00BA6BB6" w:rsidTr="00090A21">
        <w:tc>
          <w:tcPr>
            <w:tcW w:w="1962" w:type="dxa"/>
          </w:tcPr>
          <w:p w:rsidR="00BA6BB6" w:rsidRPr="000C1BB0" w:rsidRDefault="00BA6BB6" w:rsidP="00090A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C1BB0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441" w:type="dxa"/>
          </w:tcPr>
          <w:p w:rsidR="00BA6BB6" w:rsidRPr="00BA6BB6" w:rsidRDefault="00BA6BB6" w:rsidP="00090A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6BB6">
              <w:rPr>
                <w:rFonts w:ascii="Corbel" w:hAnsi="Corbel"/>
                <w:sz w:val="24"/>
                <w:szCs w:val="24"/>
              </w:rPr>
              <w:t>praca w grupach, obserwacja w trakcie zajęć, wnioski z dyskusji</w:t>
            </w:r>
          </w:p>
        </w:tc>
        <w:tc>
          <w:tcPr>
            <w:tcW w:w="2117" w:type="dxa"/>
            <w:vAlign w:val="center"/>
          </w:tcPr>
          <w:p w:rsidR="00BA6BB6" w:rsidRPr="000C1BB0" w:rsidRDefault="00BA6BB6" w:rsidP="00090A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C1BB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C72296" w:rsidRPr="00387ED9" w:rsidRDefault="00C72296" w:rsidP="00090A2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387ED9">
              <w:rPr>
                <w:rFonts w:ascii="Corbel" w:hAnsi="Corbel"/>
                <w:b w:val="0"/>
                <w:smallCaps w:val="0"/>
                <w:szCs w:val="24"/>
              </w:rPr>
              <w:t>Przygotowanie zajęć – symulacja zajęć na przykładzie przygotowanych scenariuszy i poz</w:t>
            </w:r>
            <w:r w:rsidRPr="00387ED9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387ED9">
              <w:rPr>
                <w:rFonts w:ascii="Corbel" w:hAnsi="Corbel"/>
                <w:b w:val="0"/>
                <w:smallCaps w:val="0"/>
                <w:szCs w:val="24"/>
              </w:rPr>
              <w:t>tywne ich zaopiniowanie przez prowadzącego zajęcia.</w:t>
            </w:r>
          </w:p>
          <w:p w:rsidR="00C72296" w:rsidRPr="00387ED9" w:rsidRDefault="00C72296" w:rsidP="00090A2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387ED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Pozytywna ocena z kolokwium (forma testu) obejmującego treści programowe realizowane w ramach ćwiczeń. </w:t>
            </w:r>
          </w:p>
          <w:p w:rsidR="00C72296" w:rsidRPr="00C72296" w:rsidRDefault="00C72296" w:rsidP="00090A2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387ED9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387ED9">
              <w:rPr>
                <w:rFonts w:ascii="Corbel" w:hAnsi="Corbel"/>
                <w:b w:val="0"/>
                <w:iCs/>
                <w:smallCaps w:val="0"/>
                <w:szCs w:val="24"/>
              </w:rPr>
              <w:t>becność i aktywność na zajęciach.</w:t>
            </w:r>
          </w:p>
          <w:p w:rsidR="0085747A" w:rsidRPr="00C72296" w:rsidRDefault="00C72296" w:rsidP="00090A2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C7229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Przygotowanie pomocy edukacyjno-terapeutycznej.</w:t>
            </w:r>
          </w:p>
          <w:p w:rsidR="0085747A" w:rsidRPr="00115C2E" w:rsidRDefault="00C72296" w:rsidP="00090A2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Egzamin ustny (tematyka ćwiczeń).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0C1B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lastRenderedPageBreak/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58220E" w:rsidP="000C1B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E3089D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C61DC5" w:rsidP="00E308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E3089D">
              <w:rPr>
                <w:rFonts w:ascii="Corbel" w:hAnsi="Corbel"/>
                <w:sz w:val="24"/>
                <w:szCs w:val="24"/>
              </w:rPr>
              <w:t>w kolokwium i egzam</w:t>
            </w:r>
            <w:r w:rsidR="00E3089D">
              <w:rPr>
                <w:rFonts w:ascii="Corbel" w:hAnsi="Corbel"/>
                <w:sz w:val="24"/>
                <w:szCs w:val="24"/>
              </w:rPr>
              <w:t>i</w:t>
            </w:r>
            <w:r w:rsidR="00E3089D">
              <w:rPr>
                <w:rFonts w:ascii="Corbel" w:hAnsi="Corbel"/>
                <w:sz w:val="24"/>
                <w:szCs w:val="24"/>
              </w:rPr>
              <w:t>nie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0C1BB0" w:rsidP="000C1B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:rsidR="00C61DC5" w:rsidRPr="009C54AE" w:rsidRDefault="00C61DC5" w:rsidP="00115C2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115C2E">
              <w:rPr>
                <w:rFonts w:ascii="Corbel" w:hAnsi="Corbel"/>
                <w:sz w:val="24"/>
                <w:szCs w:val="24"/>
              </w:rPr>
              <w:t xml:space="preserve">przygotowanie do kolokwium, </w:t>
            </w:r>
            <w:r w:rsidRPr="009C54AE">
              <w:rPr>
                <w:rFonts w:ascii="Corbel" w:hAnsi="Corbel"/>
                <w:sz w:val="24"/>
                <w:szCs w:val="24"/>
              </w:rPr>
              <w:t>egzaminu</w:t>
            </w:r>
            <w:r w:rsidR="00115C2E">
              <w:rPr>
                <w:rFonts w:ascii="Corbel" w:hAnsi="Corbel"/>
                <w:sz w:val="24"/>
                <w:szCs w:val="24"/>
              </w:rPr>
              <w:t xml:space="preserve"> ustnego, przygotowanie scenariusza do symulacji zajęć,  studiowanie literatury)</w:t>
            </w:r>
          </w:p>
        </w:tc>
        <w:tc>
          <w:tcPr>
            <w:tcW w:w="4677" w:type="dxa"/>
          </w:tcPr>
          <w:p w:rsidR="00C61DC5" w:rsidRPr="009C54AE" w:rsidRDefault="000C1BB0" w:rsidP="000C1B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103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054E50" w:rsidP="000C1B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054E50" w:rsidP="000C1B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265239" w:rsidRPr="00387ED9" w:rsidTr="00336912">
        <w:trPr>
          <w:trHeight w:val="397"/>
        </w:trPr>
        <w:tc>
          <w:tcPr>
            <w:tcW w:w="7513" w:type="dxa"/>
          </w:tcPr>
          <w:p w:rsidR="00265239" w:rsidRPr="00387ED9" w:rsidRDefault="00265239" w:rsidP="003369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7ED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265239" w:rsidRPr="00387ED9" w:rsidRDefault="00265239" w:rsidP="00090A21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87ED9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Baran J., Cierpiałowska T., Mikrut A. </w:t>
            </w:r>
            <w:r w:rsidRPr="00387E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(red.): </w:t>
            </w:r>
            <w:r w:rsidR="00090A2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Teoria </w:t>
            </w:r>
            <w:r w:rsidRPr="00387ED9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i praktyka oddział</w:t>
            </w:r>
            <w:r w:rsidRPr="00387ED9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y</w:t>
            </w:r>
            <w:r w:rsidRPr="00387ED9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wań pro</w:t>
            </w:r>
            <w:r w:rsidR="00090A2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flaktyczno-wspierających rozwój </w:t>
            </w:r>
            <w:r w:rsidRPr="00387ED9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osób z niepełnosprawnością</w:t>
            </w:r>
            <w:r w:rsidRPr="00387E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Kraków 2011.</w:t>
            </w:r>
          </w:p>
          <w:p w:rsidR="00265239" w:rsidRPr="00387ED9" w:rsidRDefault="00090A21" w:rsidP="00090A21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rStyle w:val="fontstyle01"/>
                <w:rFonts w:ascii="Corbel" w:hAnsi="Corbel"/>
              </w:rPr>
              <w:t xml:space="preserve">Byers R., Rose R., </w:t>
            </w:r>
            <w:r w:rsidR="00265239" w:rsidRPr="00387ED9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>Jak zaplanować pracę z dziećmi o specjalnych p</w:t>
            </w:r>
            <w:r w:rsidR="00265239" w:rsidRPr="00387ED9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>o</w:t>
            </w:r>
            <w:r w:rsidR="00265239" w:rsidRPr="00387ED9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>trzebach edukacyjnych. Opracowanie metodyczne dla nauczycieli</w:t>
            </w:r>
            <w:r w:rsidR="00265239" w:rsidRPr="00387ED9">
              <w:rPr>
                <w:rStyle w:val="fontstyle21"/>
                <w:rFonts w:ascii="Corbel" w:hAnsi="Corbel"/>
                <w:sz w:val="24"/>
                <w:szCs w:val="24"/>
              </w:rPr>
              <w:t>, Warszawa, 2002, APS im M. Grzegorzewskiej.</w:t>
            </w:r>
          </w:p>
          <w:p w:rsidR="00265239" w:rsidRPr="00387ED9" w:rsidRDefault="00265239" w:rsidP="00090A21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>Klaczak M.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Majewicz P.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 xml:space="preserve">(red.): </w:t>
            </w:r>
            <w:r w:rsidR="00090A21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Diagnoza i rewalidacja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dziecka ze sp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e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cjalnymi potrzebami edukacyjnymi</w:t>
            </w:r>
            <w:r w:rsidR="00090A21">
              <w:rPr>
                <w:rFonts w:ascii="Corbel" w:hAnsi="Corbel"/>
                <w:color w:val="000000"/>
                <w:sz w:val="24"/>
                <w:szCs w:val="24"/>
              </w:rPr>
              <w:t xml:space="preserve">. Kraków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>2006.</w:t>
            </w:r>
          </w:p>
          <w:p w:rsidR="00090A21" w:rsidRPr="00090A21" w:rsidRDefault="00265239" w:rsidP="00090A21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 xml:space="preserve">Leśniewska K., Puchała E., Zaremba L., </w:t>
            </w:r>
            <w:r w:rsidRPr="00387ED9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>Specjalne potrzeby edukacy</w:t>
            </w:r>
            <w:r w:rsidRPr="00387ED9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>j</w:t>
            </w:r>
            <w:r w:rsidRPr="00387ED9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>ne dzieci i młodzieży</w:t>
            </w:r>
            <w:r w:rsidRPr="00387ED9">
              <w:rPr>
                <w:rStyle w:val="fontstyle21"/>
                <w:rFonts w:ascii="Corbel" w:hAnsi="Corbel"/>
                <w:sz w:val="24"/>
                <w:szCs w:val="24"/>
              </w:rPr>
              <w:t>, Warszawa, 2011, MEN</w:t>
            </w:r>
          </w:p>
          <w:p w:rsidR="00090A21" w:rsidRPr="00090A21" w:rsidRDefault="00265239" w:rsidP="00090A21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>Majewicz P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 xml:space="preserve">., </w:t>
            </w:r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Mikrut A.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 xml:space="preserve">(red.): </w:t>
            </w:r>
            <w:r w:rsidR="00090A21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Aktywizacja ucznia z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niepełnosprawnością w r</w:t>
            </w:r>
            <w:r w:rsidR="00090A21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óżnych obszarach jego edukacji.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>Kraków 2012.</w:t>
            </w:r>
          </w:p>
          <w:p w:rsidR="00090A21" w:rsidRPr="00090A21" w:rsidRDefault="00265239" w:rsidP="00090A21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Mihilewicz S.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 xml:space="preserve">(red.):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Dz</w:t>
            </w:r>
            <w:r w:rsidR="00090A21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iecko z trudnościami w rozwoju.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>Kraków 2005</w:t>
            </w:r>
          </w:p>
          <w:p w:rsidR="00090A21" w:rsidRPr="00090A21" w:rsidRDefault="00265239" w:rsidP="00090A21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>Palak Z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 xml:space="preserve">. (red.):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Pedagog</w:t>
            </w:r>
            <w:r w:rsidR="00090A21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 specjalny w procesie edukacji,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rehabilitacji i r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e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socjalizacji.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>Lublin 2008.</w:t>
            </w:r>
          </w:p>
          <w:p w:rsidR="00090A21" w:rsidRPr="00090A21" w:rsidRDefault="00265239" w:rsidP="00090A21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>Pilecka W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 xml:space="preserve">., </w:t>
            </w:r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Bidziński K., Pietrzkiewicz M.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 xml:space="preserve">(red.): </w:t>
            </w:r>
            <w:r w:rsidR="00090A21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O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poznawaniu siebie i świa</w:t>
            </w:r>
            <w:r w:rsidR="00090A21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ta przez dziecko ze specjalnymi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potrzebami edukacyjnymi.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>Kielce 2008.</w:t>
            </w:r>
          </w:p>
          <w:p w:rsidR="00090A21" w:rsidRPr="00090A21" w:rsidRDefault="00265239" w:rsidP="00090A21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>Pilecka W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 xml:space="preserve">., </w:t>
            </w:r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Ozga A., Kurtek P.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 xml:space="preserve">(red.): </w:t>
            </w:r>
            <w:r w:rsidR="00090A21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Dziecko ze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specjalnymi potrzebami edukacyjnymi w ekosystemie. </w:t>
            </w:r>
            <w:r w:rsidR="00090A21">
              <w:rPr>
                <w:rFonts w:ascii="Corbel" w:hAnsi="Corbel"/>
                <w:color w:val="000000"/>
                <w:sz w:val="24"/>
                <w:szCs w:val="24"/>
              </w:rPr>
              <w:t xml:space="preserve">Kielce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>2005.</w:t>
            </w:r>
          </w:p>
          <w:p w:rsidR="00265239" w:rsidRPr="00090A21" w:rsidRDefault="00265239" w:rsidP="00090A21">
            <w:pPr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4"/>
                <w:szCs w:val="24"/>
              </w:rPr>
            </w:pPr>
            <w:r w:rsidRPr="00090A21">
              <w:rPr>
                <w:rFonts w:ascii="Corbel" w:hAnsi="Corbel"/>
                <w:bCs/>
                <w:color w:val="000000"/>
                <w:sz w:val="24"/>
                <w:szCs w:val="24"/>
              </w:rPr>
              <w:t>Pilecka W</w:t>
            </w:r>
            <w:r w:rsidRPr="00090A21">
              <w:rPr>
                <w:rFonts w:ascii="Corbel" w:hAnsi="Corbel"/>
                <w:color w:val="000000"/>
                <w:sz w:val="24"/>
                <w:szCs w:val="24"/>
              </w:rPr>
              <w:t xml:space="preserve">., </w:t>
            </w:r>
            <w:r w:rsidRPr="00090A21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Rutkowski M. </w:t>
            </w:r>
            <w:r w:rsidR="00090A21">
              <w:rPr>
                <w:rFonts w:ascii="Corbel" w:hAnsi="Corbel"/>
                <w:color w:val="000000"/>
                <w:sz w:val="24"/>
                <w:szCs w:val="24"/>
              </w:rPr>
              <w:t xml:space="preserve">(red.): Dziecko ze specjalnymi </w:t>
            </w:r>
            <w:r w:rsidRPr="00090A21">
              <w:rPr>
                <w:rFonts w:ascii="Corbel" w:hAnsi="Corbel"/>
                <w:color w:val="000000"/>
                <w:sz w:val="24"/>
                <w:szCs w:val="24"/>
              </w:rPr>
              <w:t>potrzebami edukacyjnymi w drodze ku dorosłości.</w:t>
            </w:r>
            <w:r w:rsidR="00090A21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090A21">
              <w:rPr>
                <w:rFonts w:ascii="Corbel" w:hAnsi="Corbel"/>
                <w:color w:val="000000"/>
                <w:sz w:val="24"/>
                <w:szCs w:val="24"/>
              </w:rPr>
              <w:t>Psychopedagogiczne podst</w:t>
            </w:r>
            <w:r w:rsidRPr="00090A21">
              <w:rPr>
                <w:rFonts w:ascii="Corbel" w:hAnsi="Corbel"/>
                <w:color w:val="000000"/>
                <w:sz w:val="24"/>
                <w:szCs w:val="24"/>
              </w:rPr>
              <w:t>a</w:t>
            </w:r>
            <w:r w:rsidRPr="00090A21">
              <w:rPr>
                <w:rFonts w:ascii="Corbel" w:hAnsi="Corbel"/>
                <w:color w:val="000000"/>
                <w:sz w:val="24"/>
                <w:szCs w:val="24"/>
              </w:rPr>
              <w:t>wy edukacji, rewalidacji i terapii</w:t>
            </w:r>
            <w:r w:rsidR="00090A2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90A21">
              <w:rPr>
                <w:rFonts w:ascii="Corbel" w:hAnsi="Corbel"/>
                <w:color w:val="000000"/>
                <w:sz w:val="24"/>
                <w:szCs w:val="24"/>
              </w:rPr>
              <w:t>trudności w uczeniu się. Kraków 2009.</w:t>
            </w:r>
          </w:p>
          <w:p w:rsidR="00265239" w:rsidRPr="00387ED9" w:rsidRDefault="00265239" w:rsidP="00090A21">
            <w:pPr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Style w:val="fontstyle21"/>
              </w:rPr>
            </w:pPr>
            <w:r w:rsidRPr="00387ED9">
              <w:rPr>
                <w:rStyle w:val="fontstyle01"/>
                <w:rFonts w:ascii="Corbel" w:hAnsi="Corbel"/>
              </w:rPr>
              <w:t xml:space="preserve">Wyczesany J., Mikrut A., </w:t>
            </w:r>
            <w:r w:rsidRPr="00387ED9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>Kształcenie zintegrowane dzieci o specja</w:t>
            </w:r>
            <w:r w:rsidRPr="00387ED9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>l</w:t>
            </w:r>
            <w:r w:rsidRPr="00387ED9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lastRenderedPageBreak/>
              <w:t>nych potrzebach edukacyjnych</w:t>
            </w:r>
            <w:r w:rsidRPr="00387ED9">
              <w:rPr>
                <w:rStyle w:val="fontstyle21"/>
                <w:rFonts w:ascii="Corbel" w:hAnsi="Corbel"/>
                <w:sz w:val="24"/>
                <w:szCs w:val="24"/>
              </w:rPr>
              <w:t>, Kraków, 2002, Wydawnictwo Nauk</w:t>
            </w:r>
            <w:r w:rsidRPr="00387ED9">
              <w:rPr>
                <w:rStyle w:val="fontstyle21"/>
                <w:rFonts w:ascii="Corbel" w:hAnsi="Corbel"/>
                <w:sz w:val="24"/>
                <w:szCs w:val="24"/>
              </w:rPr>
              <w:t>o</w:t>
            </w:r>
            <w:r w:rsidRPr="00387ED9">
              <w:rPr>
                <w:rStyle w:val="fontstyle21"/>
                <w:rFonts w:ascii="Corbel" w:hAnsi="Corbel"/>
                <w:sz w:val="24"/>
                <w:szCs w:val="24"/>
              </w:rPr>
              <w:t>we AP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:rsidR="00265239" w:rsidRPr="00387ED9" w:rsidRDefault="00265239" w:rsidP="00090A21">
            <w:pPr>
              <w:spacing w:after="0" w:line="240" w:lineRule="auto"/>
              <w:ind w:left="318" w:hanging="284"/>
              <w:jc w:val="both"/>
              <w:rPr>
                <w:rStyle w:val="fontstyle21"/>
                <w:rFonts w:ascii="Corbel" w:hAnsi="Corbel"/>
                <w:sz w:val="24"/>
                <w:szCs w:val="24"/>
              </w:rPr>
            </w:pPr>
            <w:r w:rsidRPr="00387ED9">
              <w:rPr>
                <w:rStyle w:val="fontstyle21"/>
                <w:rFonts w:ascii="Corbel" w:hAnsi="Corbel"/>
                <w:sz w:val="24"/>
                <w:szCs w:val="24"/>
              </w:rPr>
              <w:t>Akty prawne:</w:t>
            </w:r>
          </w:p>
          <w:p w:rsidR="00265239" w:rsidRPr="00387ED9" w:rsidRDefault="00265239" w:rsidP="00090A21">
            <w:pPr>
              <w:numPr>
                <w:ilvl w:val="0"/>
                <w:numId w:val="3"/>
              </w:numPr>
              <w:spacing w:after="0" w:line="240" w:lineRule="auto"/>
              <w:ind w:left="318" w:hanging="425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Ustawa z dnia 26 stycznia 1982 r. Karta Nauczyciela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1189), zwłaszcza Art. 6. Pkt 2 oraz Art. 42. pkt 2 i 2d;</w:t>
            </w:r>
          </w:p>
          <w:p w:rsidR="00265239" w:rsidRPr="00387ED9" w:rsidRDefault="00265239" w:rsidP="00090A21">
            <w:pPr>
              <w:numPr>
                <w:ilvl w:val="0"/>
                <w:numId w:val="3"/>
              </w:numPr>
              <w:spacing w:after="0" w:line="240" w:lineRule="auto"/>
              <w:ind w:left="318" w:hanging="425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Ustawa z dnia 7 września 1991 r. o systemie oświaty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2016 r., poz. 1943 ze zm. z 2016 r., poz. 1954, 1985 i 2169, z 2017 r., poz. 60, 949 i. 1292), zwłaszcza Art. 44c, Art. 44d, Art. 44f ust.7, Art. 44h</w:t>
            </w:r>
            <w:r>
              <w:rPr>
                <w:rFonts w:ascii="Corbel" w:hAnsi="Corbel" w:cs="Calibri"/>
                <w:color w:val="000000"/>
                <w:sz w:val="24"/>
                <w:szCs w:val="24"/>
              </w:rPr>
              <w:t xml:space="preserve">,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ust. 3–4 i 5, Art.44i ust. 7, Art. 44o ust. 2–3 i 5–6, Art. 44zb;</w:t>
            </w:r>
          </w:p>
          <w:p w:rsidR="00265239" w:rsidRPr="00387ED9" w:rsidRDefault="00265239" w:rsidP="00090A21">
            <w:pPr>
              <w:numPr>
                <w:ilvl w:val="0"/>
                <w:numId w:val="3"/>
              </w:numPr>
              <w:spacing w:after="0" w:line="240" w:lineRule="auto"/>
              <w:ind w:left="318" w:hanging="425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Ustawa z dnia 14 grudnia 2016 r. Prawo oświatowe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59 i 949) zwłaszcza Art. 1 pkt 5, Art. 4 pkt 24, 32 i 33, Art. 5, Art. 11 ust. 2-3 i 6, Art. 26, Art. 36 ust. 4–6, Art. 37 ust. 7, Art. 38, 39 ust. 4, Art. 44, Art. 47 ust. 1 pkt 3, 5 i 7, Art. 55 ust. 1–2, Art. 68 ust.1 pkt 7 i 10, Ar</w:t>
            </w:r>
            <w:r w:rsidR="00090A21">
              <w:rPr>
                <w:rFonts w:ascii="Corbel" w:hAnsi="Corbel" w:cs="Calibri"/>
                <w:color w:val="000000"/>
                <w:sz w:val="24"/>
                <w:szCs w:val="24"/>
              </w:rPr>
              <w:t>t. 98 ust. 1. pkt 4 i 8, ust. 2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pkt 1 i 2, Art. 102 ust. 1 pkt 3–4 i 9 oraz 12, Art. 109 ust. 1 pkt 5 i ust 5, Art. 110, Art. 127, Art. 131 ust 2 pkt 2–5;</w:t>
            </w:r>
          </w:p>
          <w:p w:rsidR="00265239" w:rsidRPr="00387ED9" w:rsidRDefault="00265239" w:rsidP="00090A21">
            <w:pPr>
              <w:numPr>
                <w:ilvl w:val="0"/>
                <w:numId w:val="3"/>
              </w:numPr>
              <w:spacing w:after="0" w:line="240" w:lineRule="auto"/>
              <w:ind w:left="318" w:hanging="425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Rozporządzenie Ministra Edukacji Narodowej z dnia 28 sierpnia 2017 r. zmieniające rozporządzenie w sprawie zasad udzielania i organizacji p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o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mocy psychologic</w:t>
            </w:r>
            <w:r w:rsidR="00090A21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zno-pedagogicznej w publicznych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przedszkolach, szk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o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łach i placówkach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1643);</w:t>
            </w:r>
          </w:p>
          <w:p w:rsidR="00265239" w:rsidRPr="00387ED9" w:rsidRDefault="00265239" w:rsidP="00090A21">
            <w:pPr>
              <w:numPr>
                <w:ilvl w:val="0"/>
                <w:numId w:val="3"/>
              </w:numPr>
              <w:spacing w:after="0" w:line="240" w:lineRule="auto"/>
              <w:ind w:left="318" w:hanging="425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Rozporządzenie Ministra Edukacji Narodowej z dnia 9 sierpnia 2017 r. w sprawie zasad organizacji i u</w:t>
            </w:r>
            <w:r w:rsidR="00090A21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dzielania pomocy psychologiczno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pedag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o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gicznej w publicznych przedszkolach, szkołach i placówkach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1591);</w:t>
            </w:r>
          </w:p>
          <w:p w:rsidR="00265239" w:rsidRPr="00387ED9" w:rsidRDefault="00265239" w:rsidP="00090A21">
            <w:pPr>
              <w:numPr>
                <w:ilvl w:val="0"/>
                <w:numId w:val="3"/>
              </w:numPr>
              <w:spacing w:after="0" w:line="240" w:lineRule="auto"/>
              <w:ind w:left="318" w:hanging="425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Rozporządzenie Ministra Edukacji Narodowej z dnia 28 sierpnia 2017 r. zmieniające rozporządzenie w sprawie warunków organizowania kszta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ł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cenia, wychowania i opieki dla dzieci i młodzieży niepełnosprawnych, niedostosowanych społecznie i zagrożonych niedostosowaniem społec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z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nym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1652);</w:t>
            </w:r>
          </w:p>
          <w:p w:rsidR="00265239" w:rsidRPr="00387ED9" w:rsidRDefault="00265239" w:rsidP="00090A21">
            <w:pPr>
              <w:numPr>
                <w:ilvl w:val="0"/>
                <w:numId w:val="3"/>
              </w:numPr>
              <w:spacing w:after="0" w:line="240" w:lineRule="auto"/>
              <w:ind w:left="318" w:hanging="425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Rozporządzenie Ministra Edukacji Narodowej z dnia 9 sierpnia 2017 r. w sprawie warunków organizowania kształcenia, wychowania i opieki dla dzieci</w:t>
            </w:r>
            <w:r w:rsidR="00090A21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 i młodzieży niepełnosprawnych,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niedostosowanych społecznie i zagrożonych niedostosowaniem społecznym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1578);</w:t>
            </w:r>
          </w:p>
          <w:p w:rsidR="00265239" w:rsidRPr="00387ED9" w:rsidRDefault="00265239" w:rsidP="00090A21">
            <w:pPr>
              <w:numPr>
                <w:ilvl w:val="0"/>
                <w:numId w:val="3"/>
              </w:numPr>
              <w:spacing w:after="0" w:line="240" w:lineRule="auto"/>
              <w:ind w:left="318" w:hanging="425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Rozporządzenie Ministra Edukacji Narodowej z dnia 28 sierpnia 2017 r. zmieniające rozporządzenie w sprawie indywidualnego obowiązkowego rocznego przy</w:t>
            </w:r>
            <w:r w:rsidR="00090A21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gotowania przedszkolnego dzieci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i indywidualnego na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u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czania dzieci i młodzieży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1656);</w:t>
            </w:r>
          </w:p>
          <w:p w:rsidR="00265239" w:rsidRPr="00387ED9" w:rsidRDefault="00265239" w:rsidP="00090A21">
            <w:pPr>
              <w:numPr>
                <w:ilvl w:val="0"/>
                <w:numId w:val="3"/>
              </w:numPr>
              <w:spacing w:after="0" w:line="240" w:lineRule="auto"/>
              <w:ind w:left="318" w:hanging="425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Rozporządzenie Ministra Edukacji Narodowej z dnia 9 sierpnia 2017 r. w sprawie indywidualnego obowiązkowego rocznego przygotowa</w:t>
            </w:r>
            <w:r w:rsidR="00090A21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nia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przedszkolnego dzieci i indywidualnego nauczania dzieci i młodzieży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1616);</w:t>
            </w:r>
          </w:p>
          <w:p w:rsidR="00265239" w:rsidRPr="00387ED9" w:rsidRDefault="00265239" w:rsidP="00090A21">
            <w:pPr>
              <w:numPr>
                <w:ilvl w:val="0"/>
                <w:numId w:val="3"/>
              </w:numPr>
              <w:spacing w:after="0" w:line="240" w:lineRule="auto"/>
              <w:ind w:left="459" w:hanging="425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Rozporządzenie Ministra Edukacji Narodowej z dnia 17 marca 2017 r. w sprawie szczegółowej organizacji publicznych szkół i publicznych prze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d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szkoli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649) zwłaszcza § 10 ust. 3–4, § 17 ust. 1 pkt 8;</w:t>
            </w:r>
          </w:p>
          <w:p w:rsidR="00265239" w:rsidRPr="00387ED9" w:rsidRDefault="00265239" w:rsidP="00090A21">
            <w:pPr>
              <w:numPr>
                <w:ilvl w:val="0"/>
                <w:numId w:val="3"/>
              </w:numPr>
              <w:spacing w:after="0" w:line="240" w:lineRule="auto"/>
              <w:ind w:left="459" w:hanging="425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Rozporządzenie Ministra Edukacji Narodowej z dnia 25 sierpnia 2017 r. w sprawie sposobu prowadzenia przez publiczne przedszkola, szkoły i placówki do</w:t>
            </w:r>
            <w:r w:rsidR="00090A21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kumentacji przebiegu nauczania,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działalności wychowa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w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czej i opiekuńczej oraz rodzajów tej dokumentacji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1646), zwłaszcza § 11, § 13, § 18, § 19;</w:t>
            </w:r>
          </w:p>
          <w:p w:rsidR="00265239" w:rsidRPr="00387ED9" w:rsidRDefault="00265239" w:rsidP="00090A21">
            <w:pPr>
              <w:numPr>
                <w:ilvl w:val="0"/>
                <w:numId w:val="3"/>
              </w:numPr>
              <w:spacing w:after="0" w:line="240" w:lineRule="auto"/>
              <w:ind w:left="459" w:hanging="425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lastRenderedPageBreak/>
              <w:t>Rozporządzenie Ministra Edukacji Narodowej z dnia 14 lutego 2017 r. w sprawie podstawy programowej wychowania przedszkolnego oraz po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d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stawy programowej kształcenia ogólnego dla szkoły podstawowej, w tym dla uczniów z niepełnosprawnością intelektualną w stopniu umia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kowanym lub znacznym, kształcenia ogólnego dla branżowej szkoły I stopnia, kształcenia ogólnego dla szkoły specjalnej przysposabiającej do pracy oraz kształcenia ogólnego dla szkoły policealnej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356);</w:t>
            </w:r>
          </w:p>
          <w:p w:rsidR="00265239" w:rsidRPr="00387ED9" w:rsidRDefault="00265239" w:rsidP="00090A21">
            <w:pPr>
              <w:numPr>
                <w:ilvl w:val="0"/>
                <w:numId w:val="3"/>
              </w:numPr>
              <w:spacing w:after="0" w:line="240" w:lineRule="auto"/>
              <w:ind w:left="459" w:hanging="425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Rozporządzenie Ministra Edukacji Narodowej z dnia 27 sierpnia 2012 r. w sprawie podstawy programowej wychowania przedszkolnego oraz kształcenia ogólnego w poszczególnych typach szkół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2012 r., poz. 977 ze zm.);</w:t>
            </w:r>
          </w:p>
          <w:p w:rsidR="00265239" w:rsidRPr="00387ED9" w:rsidRDefault="00265239" w:rsidP="00090A21">
            <w:pPr>
              <w:numPr>
                <w:ilvl w:val="0"/>
                <w:numId w:val="3"/>
              </w:numPr>
              <w:spacing w:after="0" w:line="240" w:lineRule="auto"/>
              <w:ind w:left="459" w:hanging="425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Rozporządzenie Ministra Edukacji Narodowej z dnia 24 sierpnia 2017 r. w sprawie organizowania wczes</w:t>
            </w:r>
            <w:r w:rsidR="00090A21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nego wspomagania rozwoju dzieci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1635);</w:t>
            </w:r>
          </w:p>
          <w:p w:rsidR="00265239" w:rsidRPr="00387ED9" w:rsidRDefault="00265239" w:rsidP="00090A21">
            <w:pPr>
              <w:numPr>
                <w:ilvl w:val="0"/>
                <w:numId w:val="3"/>
              </w:numPr>
              <w:spacing w:after="0" w:line="240" w:lineRule="auto"/>
              <w:ind w:left="459" w:hanging="425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Rozporządzenie Ministra Edukacji Narodowej z dnia 1 lutego 2013 r. w sprawie zasad działania pub</w:t>
            </w:r>
            <w:r w:rsidR="00090A21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licznych poradni psychologiczno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pedag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o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gicznych, w tym public</w:t>
            </w:r>
            <w:r w:rsidR="00090A21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znych poradni specjalistycznych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2013 r., poz. 199 oraz z 2017 r., poz. 1647);</w:t>
            </w:r>
          </w:p>
          <w:p w:rsidR="00265239" w:rsidRPr="00387ED9" w:rsidRDefault="00265239" w:rsidP="00090A21">
            <w:pPr>
              <w:numPr>
                <w:ilvl w:val="0"/>
                <w:numId w:val="3"/>
              </w:numPr>
              <w:spacing w:after="0" w:line="240" w:lineRule="auto"/>
              <w:ind w:left="459" w:hanging="425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Rozporządzenie Ministra Edukacji Narodowej z dnia 7 września 2017 r. w sprawie orzeczeń i opinii wydawanych przez zespoły orzekające dzi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a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łające w publicznych poradniach psychologicznopedagogicznych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1743);</w:t>
            </w:r>
          </w:p>
          <w:p w:rsidR="00265239" w:rsidRPr="00387ED9" w:rsidRDefault="00265239" w:rsidP="00090A21">
            <w:pPr>
              <w:numPr>
                <w:ilvl w:val="0"/>
                <w:numId w:val="3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Rozporządzenie Ministra Edukacji Narodowej z dnia 11 sierpnia 2017 r. w sprawie publicznych placówek oświatowo-wychowawczych, mł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o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dzieżowych ośrodków wychowawczych, młodzieżowych ośrodków s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o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cjoterapii, specjalnych ośrodków szkolno-wychowawczych, specjalnych ośrodków wychowawczych, ośrodków rewalidacyjno-wychowawczych oraz placówek zapewniających opiekę i wychowanie uczniom w okresie pobierania nauki poz</w:t>
            </w:r>
            <w:r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a miejscem stałego zamieszkania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1606)</w:t>
            </w:r>
            <w:r>
              <w:rPr>
                <w:rFonts w:ascii="Corbel" w:hAnsi="Corbel" w:cs="Calibri"/>
                <w:color w:val="000000"/>
                <w:sz w:val="24"/>
                <w:szCs w:val="24"/>
              </w:rPr>
              <w:t>.</w:t>
            </w:r>
          </w:p>
        </w:tc>
      </w:tr>
      <w:tr w:rsidR="00265239" w:rsidRPr="00387ED9" w:rsidTr="00265239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239" w:rsidRPr="00387ED9" w:rsidRDefault="00265239" w:rsidP="003369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7ED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265239" w:rsidRPr="00387ED9" w:rsidRDefault="00265239" w:rsidP="00090A21">
            <w:pPr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265239">
              <w:rPr>
                <w:rStyle w:val="fontstyle01"/>
                <w:rFonts w:ascii="Corbel" w:hAnsi="Corbel"/>
                <w:color w:val="auto"/>
              </w:rPr>
              <w:t>Barłóg K., Mach A., Zaborniak-Sobczak M</w:t>
            </w:r>
            <w:r w:rsidRPr="00265239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 xml:space="preserve">.: </w:t>
            </w:r>
            <w:r w:rsidRPr="00265239">
              <w:rPr>
                <w:rStyle w:val="fontstyle31"/>
                <w:rFonts w:ascii="Corbel" w:hAnsi="Corbel" w:cs="Times New Roman"/>
                <w:b w:val="0"/>
                <w:bCs w:val="0"/>
                <w:color w:val="auto"/>
                <w:sz w:val="24"/>
                <w:szCs w:val="24"/>
              </w:rPr>
              <w:t>Odkrywanie</w:t>
            </w:r>
            <w:r w:rsidR="00090A21">
              <w:rPr>
                <w:rFonts w:ascii="Corbel" w:hAnsi="Corbel"/>
                <w:sz w:val="24"/>
                <w:szCs w:val="24"/>
              </w:rPr>
              <w:t xml:space="preserve"> </w:t>
            </w:r>
            <w:r w:rsidR="00090A21">
              <w:rPr>
                <w:rStyle w:val="fontstyle31"/>
                <w:rFonts w:ascii="Corbel" w:hAnsi="Corbel" w:cs="Times New Roman"/>
                <w:b w:val="0"/>
                <w:bCs w:val="0"/>
                <w:color w:val="auto"/>
                <w:sz w:val="24"/>
                <w:szCs w:val="24"/>
              </w:rPr>
              <w:t xml:space="preserve">talentów. </w:t>
            </w:r>
            <w:r w:rsidRPr="00265239">
              <w:rPr>
                <w:rStyle w:val="fontstyle31"/>
                <w:rFonts w:ascii="Corbel" w:hAnsi="Corbel" w:cs="Times New Roman"/>
                <w:b w:val="0"/>
                <w:bCs w:val="0"/>
                <w:color w:val="auto"/>
                <w:sz w:val="24"/>
                <w:szCs w:val="24"/>
              </w:rPr>
              <w:t xml:space="preserve">Konteksty edukacji i rozwoju. </w:t>
            </w:r>
            <w:r w:rsidRPr="00265239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>Rzeszów 2012.</w:t>
            </w:r>
          </w:p>
          <w:p w:rsidR="00265239" w:rsidRPr="00387ED9" w:rsidRDefault="00265239" w:rsidP="00090A21">
            <w:pPr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265239">
              <w:rPr>
                <w:rStyle w:val="fontstyle01"/>
                <w:rFonts w:ascii="Corbel" w:hAnsi="Corbel"/>
                <w:color w:val="auto"/>
              </w:rPr>
              <w:t>Chodkowska M</w:t>
            </w:r>
            <w:r w:rsidRPr="00265239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 xml:space="preserve">., </w:t>
            </w:r>
            <w:r w:rsidRPr="00265239">
              <w:rPr>
                <w:rStyle w:val="fontstyle01"/>
                <w:rFonts w:ascii="Corbel" w:hAnsi="Corbel"/>
                <w:color w:val="auto"/>
              </w:rPr>
              <w:t xml:space="preserve">Osik-Chudowolska D. </w:t>
            </w:r>
            <w:r w:rsidRPr="00265239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>(red.): Osoba z</w:t>
            </w:r>
            <w:r w:rsidR="00090A2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65239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>upośledzeniem umysłowym w realiach współczesnego świata.</w:t>
            </w:r>
            <w:r w:rsidR="00090A2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65239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>Kraków 2011.</w:t>
            </w:r>
          </w:p>
          <w:p w:rsidR="00265239" w:rsidRPr="00387ED9" w:rsidRDefault="00265239" w:rsidP="00090A21">
            <w:pPr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265239">
              <w:rPr>
                <w:rStyle w:val="fontstyle01"/>
                <w:rFonts w:ascii="Corbel" w:hAnsi="Corbel"/>
                <w:color w:val="auto"/>
              </w:rPr>
              <w:t>Głodkowska J</w:t>
            </w:r>
            <w:r w:rsidRPr="00265239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 xml:space="preserve">.: </w:t>
            </w:r>
            <w:r w:rsidRPr="00265239">
              <w:rPr>
                <w:rStyle w:val="fontstyle31"/>
                <w:rFonts w:ascii="Corbel" w:hAnsi="Corbel" w:cs="Times New Roman"/>
                <w:b w:val="0"/>
                <w:bCs w:val="0"/>
                <w:color w:val="auto"/>
                <w:sz w:val="24"/>
                <w:szCs w:val="24"/>
              </w:rPr>
              <w:t>Poznanie ucznia szkoły specjalnej</w:t>
            </w:r>
            <w:r w:rsidRPr="00265239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>. Warszawa</w:t>
            </w:r>
            <w:r w:rsidR="00090A2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65239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>1999.</w:t>
            </w:r>
          </w:p>
          <w:p w:rsidR="00265239" w:rsidRPr="00387ED9" w:rsidRDefault="00265239" w:rsidP="00090A21">
            <w:pPr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265239">
              <w:rPr>
                <w:rStyle w:val="fontstyle01"/>
                <w:rFonts w:ascii="Corbel" w:hAnsi="Corbel"/>
                <w:color w:val="auto"/>
              </w:rPr>
              <w:t>Jakoniuk</w:t>
            </w:r>
            <w:r w:rsidRPr="00265239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>-</w:t>
            </w:r>
            <w:r w:rsidRPr="00265239">
              <w:rPr>
                <w:rStyle w:val="fontstyle01"/>
                <w:rFonts w:ascii="Corbel" w:hAnsi="Corbel"/>
                <w:color w:val="auto"/>
              </w:rPr>
              <w:t xml:space="preserve">Diallo A., Kubiak H. </w:t>
            </w:r>
            <w:r w:rsidRPr="00265239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 xml:space="preserve">(red.): </w:t>
            </w:r>
            <w:r w:rsidRPr="00265239">
              <w:rPr>
                <w:rStyle w:val="fontstyle31"/>
                <w:rFonts w:ascii="Corbel" w:hAnsi="Corbel" w:cs="Times New Roman"/>
                <w:b w:val="0"/>
                <w:bCs w:val="0"/>
                <w:color w:val="auto"/>
                <w:sz w:val="24"/>
                <w:szCs w:val="24"/>
              </w:rPr>
              <w:t>O co pytają rodzice</w:t>
            </w:r>
            <w:r w:rsidR="00090A2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65239">
              <w:rPr>
                <w:rStyle w:val="fontstyle31"/>
                <w:rFonts w:ascii="Corbel" w:hAnsi="Corbel" w:cs="Times New Roman"/>
                <w:b w:val="0"/>
                <w:bCs w:val="0"/>
                <w:color w:val="auto"/>
                <w:sz w:val="24"/>
                <w:szCs w:val="24"/>
              </w:rPr>
              <w:t>dzieci z ni</w:t>
            </w:r>
            <w:r w:rsidRPr="00265239">
              <w:rPr>
                <w:rStyle w:val="fontstyle31"/>
                <w:rFonts w:ascii="Corbel" w:hAnsi="Corbel" w:cs="Times New Roman"/>
                <w:b w:val="0"/>
                <w:bCs w:val="0"/>
                <w:color w:val="auto"/>
                <w:sz w:val="24"/>
                <w:szCs w:val="24"/>
              </w:rPr>
              <w:t>e</w:t>
            </w:r>
            <w:r w:rsidRPr="00265239">
              <w:rPr>
                <w:rStyle w:val="fontstyle31"/>
                <w:rFonts w:ascii="Corbel" w:hAnsi="Corbel" w:cs="Times New Roman"/>
                <w:b w:val="0"/>
                <w:bCs w:val="0"/>
                <w:color w:val="auto"/>
                <w:sz w:val="24"/>
                <w:szCs w:val="24"/>
              </w:rPr>
              <w:t xml:space="preserve">pełnosprawnością? </w:t>
            </w:r>
            <w:r w:rsidRPr="00265239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>Warszawa 2010.</w:t>
            </w:r>
          </w:p>
          <w:p w:rsidR="00265239" w:rsidRPr="00387ED9" w:rsidRDefault="00265239" w:rsidP="00090A21">
            <w:pPr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265239">
              <w:rPr>
                <w:rFonts w:ascii="Corbel" w:hAnsi="Corbel"/>
                <w:sz w:val="24"/>
                <w:szCs w:val="24"/>
              </w:rPr>
              <w:t>Łoskot M., Scenariusze zajęć d</w:t>
            </w:r>
            <w:r w:rsidR="00090A21">
              <w:rPr>
                <w:rFonts w:ascii="Corbel" w:hAnsi="Corbel"/>
                <w:sz w:val="24"/>
                <w:szCs w:val="24"/>
              </w:rPr>
              <w:t xml:space="preserve">o pracy z uczniem o specjalnych </w:t>
            </w:r>
            <w:r w:rsidRPr="00265239">
              <w:rPr>
                <w:rFonts w:ascii="Corbel" w:hAnsi="Corbel"/>
                <w:sz w:val="24"/>
                <w:szCs w:val="24"/>
              </w:rPr>
              <w:t>potrz</w:t>
            </w:r>
            <w:r w:rsidRPr="00265239">
              <w:rPr>
                <w:rFonts w:ascii="Corbel" w:hAnsi="Corbel"/>
                <w:sz w:val="24"/>
                <w:szCs w:val="24"/>
              </w:rPr>
              <w:t>e</w:t>
            </w:r>
            <w:r w:rsidRPr="00265239">
              <w:rPr>
                <w:rFonts w:ascii="Corbel" w:hAnsi="Corbel"/>
                <w:sz w:val="24"/>
                <w:szCs w:val="24"/>
              </w:rPr>
              <w:t xml:space="preserve">bach edukacyjnych // W : Problemy wychowawcze dzieci i młodzieży T. 2., pod red. Małgorzaty Łoskot - Poznań : Wydaw. FORUM 2010. </w:t>
            </w:r>
          </w:p>
          <w:p w:rsidR="00265239" w:rsidRPr="00265239" w:rsidRDefault="00265239" w:rsidP="00090A21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265239">
              <w:rPr>
                <w:rFonts w:ascii="Corbel" w:hAnsi="Corbel"/>
                <w:b w:val="0"/>
                <w:smallCaps w:val="0"/>
                <w:szCs w:val="24"/>
              </w:rPr>
              <w:t>Minczakiewicz E.,</w:t>
            </w:r>
            <w:r w:rsidR="0048645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5239">
              <w:rPr>
                <w:rFonts w:ascii="Corbel" w:hAnsi="Corbel"/>
                <w:b w:val="0"/>
                <w:smallCaps w:val="0"/>
                <w:szCs w:val="24"/>
              </w:rPr>
              <w:t xml:space="preserve">Jak </w:t>
            </w:r>
            <w:r w:rsidR="00090A21">
              <w:rPr>
                <w:rFonts w:ascii="Corbel" w:hAnsi="Corbel"/>
                <w:b w:val="0"/>
                <w:smallCaps w:val="0"/>
                <w:szCs w:val="24"/>
              </w:rPr>
              <w:t xml:space="preserve">krok po kroku wprowadzać dzieci </w:t>
            </w:r>
            <w:r w:rsidRPr="00265239">
              <w:rPr>
                <w:rFonts w:ascii="Corbel" w:hAnsi="Corbel"/>
                <w:b w:val="0"/>
                <w:smallCaps w:val="0"/>
                <w:szCs w:val="24"/>
              </w:rPr>
              <w:t>o specjalnych potrzebach edukacyjnych w świat zabawy i nauki, Kraków : "Impuls", 2006.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76C0" w:rsidRDefault="008B76C0" w:rsidP="00C16ABF">
      <w:pPr>
        <w:spacing w:after="0" w:line="240" w:lineRule="auto"/>
      </w:pPr>
      <w:r>
        <w:separator/>
      </w:r>
    </w:p>
  </w:endnote>
  <w:endnote w:type="continuationSeparator" w:id="0">
    <w:p w:rsidR="008B76C0" w:rsidRDefault="008B76C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-Italic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ejaVuSans">
    <w:altName w:val="Times New Roman"/>
    <w:panose1 w:val="00000000000000000000"/>
    <w:charset w:val="00"/>
    <w:family w:val="roman"/>
    <w:notTrueType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76C0" w:rsidRDefault="008B76C0" w:rsidP="00C16ABF">
      <w:pPr>
        <w:spacing w:after="0" w:line="240" w:lineRule="auto"/>
      </w:pPr>
      <w:r>
        <w:separator/>
      </w:r>
    </w:p>
  </w:footnote>
  <w:footnote w:type="continuationSeparator" w:id="0">
    <w:p w:rsidR="008B76C0" w:rsidRDefault="008B76C0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E7103"/>
    <w:multiLevelType w:val="hybridMultilevel"/>
    <w:tmpl w:val="935A7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F16947"/>
    <w:multiLevelType w:val="hybridMultilevel"/>
    <w:tmpl w:val="0818D0CE"/>
    <w:lvl w:ilvl="0" w:tplc="6A2483E2">
      <w:start w:val="1"/>
      <w:numFmt w:val="decimal"/>
      <w:lvlText w:val="%1."/>
      <w:lvlJc w:val="left"/>
      <w:pPr>
        <w:ind w:left="720" w:hanging="360"/>
      </w:pPr>
      <w:rPr>
        <w:rFonts w:ascii="Calibri-Italic" w:hAnsi="Calibri-Italic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F312E1F"/>
    <w:multiLevelType w:val="hybridMultilevel"/>
    <w:tmpl w:val="A7608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CC2BFA"/>
    <w:multiLevelType w:val="hybridMultilevel"/>
    <w:tmpl w:val="A72835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4E50"/>
    <w:rsid w:val="00070ED6"/>
    <w:rsid w:val="000742DC"/>
    <w:rsid w:val="00084C12"/>
    <w:rsid w:val="00090A21"/>
    <w:rsid w:val="0009462C"/>
    <w:rsid w:val="00094B12"/>
    <w:rsid w:val="00096C46"/>
    <w:rsid w:val="000A296F"/>
    <w:rsid w:val="000A2A28"/>
    <w:rsid w:val="000B192D"/>
    <w:rsid w:val="000B28EE"/>
    <w:rsid w:val="000B3E37"/>
    <w:rsid w:val="000C1BB0"/>
    <w:rsid w:val="000D04B0"/>
    <w:rsid w:val="000F1C57"/>
    <w:rsid w:val="000F5615"/>
    <w:rsid w:val="00115C2E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5239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28A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8645B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02E2"/>
    <w:rsid w:val="005305B1"/>
    <w:rsid w:val="005363C4"/>
    <w:rsid w:val="00536BDE"/>
    <w:rsid w:val="00543ACC"/>
    <w:rsid w:val="0056696D"/>
    <w:rsid w:val="00573EF9"/>
    <w:rsid w:val="0058220E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312C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1E8"/>
    <w:rsid w:val="007327BD"/>
    <w:rsid w:val="00734608"/>
    <w:rsid w:val="00745302"/>
    <w:rsid w:val="007461D6"/>
    <w:rsid w:val="00746EC8"/>
    <w:rsid w:val="00754C62"/>
    <w:rsid w:val="00763BF1"/>
    <w:rsid w:val="00766FD4"/>
    <w:rsid w:val="0078168C"/>
    <w:rsid w:val="00787C2A"/>
    <w:rsid w:val="00790E27"/>
    <w:rsid w:val="007937F9"/>
    <w:rsid w:val="007A3998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27B25"/>
    <w:rsid w:val="008449B3"/>
    <w:rsid w:val="00854469"/>
    <w:rsid w:val="0085747A"/>
    <w:rsid w:val="0088463C"/>
    <w:rsid w:val="00884922"/>
    <w:rsid w:val="00885F64"/>
    <w:rsid w:val="00887C25"/>
    <w:rsid w:val="008917F9"/>
    <w:rsid w:val="008A45F7"/>
    <w:rsid w:val="008B76C0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B3F5B"/>
    <w:rsid w:val="009C1331"/>
    <w:rsid w:val="009C3E31"/>
    <w:rsid w:val="009C54AE"/>
    <w:rsid w:val="009C788E"/>
    <w:rsid w:val="009E3B41"/>
    <w:rsid w:val="009F3C5C"/>
    <w:rsid w:val="009F4610"/>
    <w:rsid w:val="00A00ECC"/>
    <w:rsid w:val="00A06EF1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54C7"/>
    <w:rsid w:val="00A97DE1"/>
    <w:rsid w:val="00AB053C"/>
    <w:rsid w:val="00AC0BBD"/>
    <w:rsid w:val="00AD1146"/>
    <w:rsid w:val="00AD27D3"/>
    <w:rsid w:val="00AD66D6"/>
    <w:rsid w:val="00AE1160"/>
    <w:rsid w:val="00AE203C"/>
    <w:rsid w:val="00AE2E74"/>
    <w:rsid w:val="00AE5FCB"/>
    <w:rsid w:val="00AE7540"/>
    <w:rsid w:val="00AF2C1E"/>
    <w:rsid w:val="00B06142"/>
    <w:rsid w:val="00B10BC5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6BB6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229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3CAA"/>
    <w:rsid w:val="00D83F91"/>
    <w:rsid w:val="00D8678B"/>
    <w:rsid w:val="00DA2114"/>
    <w:rsid w:val="00DE09C0"/>
    <w:rsid w:val="00DE2D5D"/>
    <w:rsid w:val="00DE4A14"/>
    <w:rsid w:val="00DF320D"/>
    <w:rsid w:val="00DF71C8"/>
    <w:rsid w:val="00E129B8"/>
    <w:rsid w:val="00E21E7D"/>
    <w:rsid w:val="00E22FBC"/>
    <w:rsid w:val="00E24BF5"/>
    <w:rsid w:val="00E25338"/>
    <w:rsid w:val="00E3089D"/>
    <w:rsid w:val="00E51E44"/>
    <w:rsid w:val="00E63348"/>
    <w:rsid w:val="00E63902"/>
    <w:rsid w:val="00E77E88"/>
    <w:rsid w:val="00E8107D"/>
    <w:rsid w:val="00E960BB"/>
    <w:rsid w:val="00EA2074"/>
    <w:rsid w:val="00EA38A7"/>
    <w:rsid w:val="00EA4832"/>
    <w:rsid w:val="00EA4E9D"/>
    <w:rsid w:val="00EB78D9"/>
    <w:rsid w:val="00EC4899"/>
    <w:rsid w:val="00ED03AB"/>
    <w:rsid w:val="00ED32D2"/>
    <w:rsid w:val="00EE32DE"/>
    <w:rsid w:val="00EE4DE2"/>
    <w:rsid w:val="00EE5457"/>
    <w:rsid w:val="00F070AB"/>
    <w:rsid w:val="00F17567"/>
    <w:rsid w:val="00F27A7B"/>
    <w:rsid w:val="00F526AF"/>
    <w:rsid w:val="00F617C3"/>
    <w:rsid w:val="00F64BF7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fontstyle01">
    <w:name w:val="fontstyle01"/>
    <w:rsid w:val="00AC0BBD"/>
    <w:rPr>
      <w:rFonts w:ascii="DejaVuSans" w:hAnsi="DejaVuSans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754C62"/>
    <w:rPr>
      <w:rFonts w:ascii="Calibri" w:hAnsi="Calibri" w:cs="Calibri" w:hint="default"/>
      <w:b w:val="0"/>
      <w:bCs w:val="0"/>
      <w:i/>
      <w:iCs/>
      <w:color w:val="000000"/>
      <w:sz w:val="22"/>
      <w:szCs w:val="22"/>
    </w:rPr>
  </w:style>
  <w:style w:type="character" w:customStyle="1" w:styleId="fontstyle31">
    <w:name w:val="fontstyle31"/>
    <w:rsid w:val="00265239"/>
    <w:rPr>
      <w:rFonts w:ascii="Calibri" w:hAnsi="Calibri" w:cs="Calibri" w:hint="default"/>
      <w:b/>
      <w:bCs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fontstyle01">
    <w:name w:val="fontstyle01"/>
    <w:rsid w:val="00AC0BBD"/>
    <w:rPr>
      <w:rFonts w:ascii="DejaVuSans" w:hAnsi="DejaVuSans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754C62"/>
    <w:rPr>
      <w:rFonts w:ascii="Calibri" w:hAnsi="Calibri" w:cs="Calibri" w:hint="default"/>
      <w:b w:val="0"/>
      <w:bCs w:val="0"/>
      <w:i/>
      <w:iCs/>
      <w:color w:val="000000"/>
      <w:sz w:val="22"/>
      <w:szCs w:val="22"/>
    </w:rPr>
  </w:style>
  <w:style w:type="character" w:customStyle="1" w:styleId="fontstyle31">
    <w:name w:val="fontstyle31"/>
    <w:rsid w:val="00265239"/>
    <w:rPr>
      <w:rFonts w:ascii="Calibri" w:hAnsi="Calibri" w:cs="Calibri" w:hint="default"/>
      <w:b/>
      <w:bCs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8A12B8-A25B-48B8-9759-4AE86A24F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1</Pages>
  <Words>2293</Words>
  <Characters>13759</Characters>
  <Application>Microsoft Office Word</Application>
  <DocSecurity>0</DocSecurity>
  <Lines>114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2019-10-20T06:58:00Z</cp:lastPrinted>
  <dcterms:created xsi:type="dcterms:W3CDTF">2019-11-28T09:53:00Z</dcterms:created>
  <dcterms:modified xsi:type="dcterms:W3CDTF">2021-10-06T09:48:00Z</dcterms:modified>
</cp:coreProperties>
</file>